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5190DEE7" w:rsidR="004E2C6F" w:rsidRPr="000A4111" w:rsidRDefault="004518FF" w:rsidP="0034744C">
      <w:pPr>
        <w:pStyle w:val="PIDachzeile"/>
        <w:tabs>
          <w:tab w:val="left" w:pos="1309"/>
        </w:tabs>
        <w:ind w:right="3490"/>
        <w:rPr>
          <w:b/>
          <w:bCs/>
          <w:noProof/>
          <w:sz w:val="28"/>
          <w:szCs w:val="28"/>
        </w:rPr>
      </w:pPr>
      <w:r>
        <w:rPr>
          <w:noProof/>
          <w:sz w:val="20"/>
        </w:rPr>
        <mc:AlternateContent>
          <mc:Choice Requires="wps">
            <w:drawing>
              <wp:anchor distT="0" distB="0" distL="114300" distR="114300" simplePos="0" relativeHeight="251658241" behindDoc="0" locked="0" layoutInCell="1" allowOverlap="1" wp14:anchorId="51DFC7A9" wp14:editId="1C67AF31">
                <wp:simplePos x="0" y="0"/>
                <wp:positionH relativeFrom="margin">
                  <wp:posOffset>-81280</wp:posOffset>
                </wp:positionH>
                <wp:positionV relativeFrom="paragraph">
                  <wp:posOffset>-761365</wp:posOffset>
                </wp:positionV>
                <wp:extent cx="4229100" cy="533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21DEC" w14:textId="596F8C65" w:rsidR="00C0037C" w:rsidRDefault="00C0037C" w:rsidP="004518FF">
                            <w:pPr>
                              <w:pStyle w:val="PIAnkndigung"/>
                            </w:pPr>
                            <w:r>
                              <w:t xml:space="preserve">Weidmüller auf der Hannover Messe / Halle </w:t>
                            </w:r>
                            <w:r w:rsidR="00CC4A3E">
                              <w:t>11</w:t>
                            </w:r>
                            <w:r>
                              <w:t xml:space="preserve">, Stand </w:t>
                            </w:r>
                            <w:r w:rsidR="00CC4A3E">
                              <w:t>C57</w:t>
                            </w:r>
                          </w:p>
                          <w:p w14:paraId="2A573F44" w14:textId="29718552" w:rsidR="004518FF" w:rsidRDefault="004518FF" w:rsidP="004518FF">
                            <w:pPr>
                              <w:pStyle w:val="PIAnkndigung"/>
                            </w:pPr>
                            <w:r>
                              <w:t>Eplan auf der Hannover Messe</w:t>
                            </w:r>
                            <w:r w:rsidR="00C0037C">
                              <w:t xml:space="preserve"> / </w:t>
                            </w:r>
                            <w:r>
                              <w:t>Halle 11</w:t>
                            </w:r>
                            <w:r w:rsidRPr="005F3EE3">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FC7A9" id="_x0000_t202" coordsize="21600,21600" o:spt="202" path="m,l,21600r21600,l21600,xe">
                <v:stroke joinstyle="miter"/>
                <v:path gradientshapeok="t" o:connecttype="rect"/>
              </v:shapetype>
              <v:shape id="Text Box 2" o:spid="_x0000_s1026" type="#_x0000_t202" style="position:absolute;margin-left:-6.4pt;margin-top:-59.95pt;width:333pt;height:42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" stroked="f">
                <v:textbox>
                  <w:txbxContent>
                    <w:p w14:paraId="42121DEC" w14:textId="596F8C65" w:rsidR="00C0037C" w:rsidRDefault="00C0037C" w:rsidP="004518FF">
                      <w:pPr>
                        <w:pStyle w:val="PIAnkndigung"/>
                      </w:pPr>
                      <w:r>
                        <w:t xml:space="preserve">Weidmüller auf der Hannover Messe / Halle </w:t>
                      </w:r>
                      <w:r w:rsidR="00CC4A3E">
                        <w:t>11</w:t>
                      </w:r>
                      <w:r>
                        <w:t xml:space="preserve">, Stand </w:t>
                      </w:r>
                      <w:r w:rsidR="00CC4A3E">
                        <w:t>C57</w:t>
                      </w:r>
                    </w:p>
                    <w:p w14:paraId="2A573F44" w14:textId="29718552" w:rsidR="004518FF" w:rsidRDefault="004518FF" w:rsidP="004518FF">
                      <w:pPr>
                        <w:pStyle w:val="PIAnkndigung"/>
                      </w:pPr>
                      <w:proofErr w:type="spellStart"/>
                      <w:r>
                        <w:t>Eplan</w:t>
                      </w:r>
                      <w:proofErr w:type="spellEnd"/>
                      <w:r>
                        <w:t xml:space="preserve"> auf der Hannover Messe</w:t>
                      </w:r>
                      <w:r w:rsidR="00C0037C">
                        <w:t xml:space="preserve"> / </w:t>
                      </w:r>
                      <w:r>
                        <w:t>Halle 11</w:t>
                      </w:r>
                      <w:r w:rsidRPr="005F3EE3">
                        <w:t xml:space="preserve">, Stand </w:t>
                      </w:r>
                      <w:r>
                        <w:t>E06</w:t>
                      </w:r>
                    </w:p>
                  </w:txbxContent>
                </v:textbox>
                <w10:wrap anchorx="margin"/>
              </v:shape>
            </w:pict>
          </mc:Fallback>
        </mc:AlternateContent>
      </w:r>
      <w:r w:rsidR="00396217" w:rsidRPr="000A4111">
        <w:rPr>
          <w:noProof/>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2B3AEA9D" w:rsidR="00396217" w:rsidRDefault="00396217">
                                  <w:pPr>
                                    <w:pStyle w:val="PIKontakt"/>
                                    <w:rPr>
                                      <w:b/>
                                    </w:rPr>
                                  </w:pPr>
                                  <w:r>
                                    <w:rPr>
                                      <w:b/>
                                    </w:rPr>
                                    <w:t>Presse</w:t>
                                  </w:r>
                                  <w:r w:rsidR="00882E5A">
                                    <w:rPr>
                                      <w:b/>
                                    </w:rPr>
                                    <w:t>kontakt</w:t>
                                  </w:r>
                                </w:p>
                                <w:p w14:paraId="181F1F64" w14:textId="1545194A" w:rsidR="00C0037C" w:rsidRPr="00C0037C" w:rsidRDefault="00C0037C" w:rsidP="00374B1B">
                                  <w:pPr>
                                    <w:pStyle w:val="PIKontakt"/>
                                    <w:rPr>
                                      <w:b/>
                                      <w:bCs/>
                                    </w:rPr>
                                  </w:pPr>
                                  <w:r w:rsidRPr="00C0037C">
                                    <w:rPr>
                                      <w:b/>
                                      <w:bCs/>
                                    </w:rPr>
                                    <w:t>Weidmüller</w:t>
                                  </w:r>
                                </w:p>
                                <w:p w14:paraId="5162C299" w14:textId="4484F879" w:rsidR="00F03D1A" w:rsidRDefault="00C743B7" w:rsidP="00F03D1A">
                                  <w:pPr>
                                    <w:pStyle w:val="PIKontakt"/>
                                  </w:pPr>
                                  <w:r w:rsidRPr="00C743B7">
                                    <w:t>Weidmüller Unternehmenskommunikation</w:t>
                                  </w:r>
                                  <w:r w:rsidR="00F03D1A">
                                    <w:br/>
                                  </w:r>
                                  <w:r w:rsidR="00F03D1A" w:rsidRPr="006E70A6">
                                    <w:rPr>
                                      <w:rFonts w:eastAsia="Arial"/>
                                      <w:szCs w:val="18"/>
                                    </w:rPr>
                                    <w:t>Tel.: +49 (0)5231 / 14-292322</w:t>
                                  </w:r>
                                  <w:r w:rsidR="008E03DA">
                                    <w:rPr>
                                      <w:rFonts w:eastAsia="Arial"/>
                                      <w:szCs w:val="18"/>
                                    </w:rPr>
                                    <w:br/>
                                  </w:r>
                                  <w:r w:rsidR="008E03DA" w:rsidRPr="008E03DA">
                                    <w:t>E-Mail: presse@weidmueller.com</w:t>
                                  </w:r>
                                </w:p>
                                <w:p w14:paraId="5712E84D" w14:textId="77777777" w:rsidR="00C0037C" w:rsidRDefault="00C0037C" w:rsidP="00374B1B">
                                  <w:pPr>
                                    <w:pStyle w:val="PIKontakt"/>
                                  </w:pPr>
                                </w:p>
                                <w:p w14:paraId="25618D5D" w14:textId="77A8795F" w:rsidR="00C0037C" w:rsidRPr="00C0037C" w:rsidRDefault="00C0037C" w:rsidP="00374B1B">
                                  <w:pPr>
                                    <w:pStyle w:val="PIKontakt"/>
                                    <w:rPr>
                                      <w:b/>
                                      <w:bCs/>
                                    </w:rPr>
                                  </w:pPr>
                                  <w:r w:rsidRPr="00C0037C">
                                    <w:rPr>
                                      <w:b/>
                                      <w:bCs/>
                                    </w:rPr>
                                    <w:t>EPLAN</w:t>
                                  </w:r>
                                </w:p>
                                <w:p w14:paraId="47A945A8" w14:textId="32EAE2C5" w:rsidR="00396217" w:rsidRPr="00166725" w:rsidRDefault="00396217" w:rsidP="00374B1B">
                                  <w:pPr>
                                    <w:pStyle w:val="PIKontakt"/>
                                  </w:pPr>
                                  <w:r>
                                    <w:t>Birgit Hagelschuer</w:t>
                                  </w:r>
                                  <w:r>
                                    <w:br/>
                                    <w:t>Phone</w:t>
                                  </w:r>
                                  <w:r w:rsidR="003224C7">
                                    <w:t>:</w:t>
                                  </w:r>
                                  <w:r w:rsidRPr="00166725">
                                    <w:t xml:space="preserve"> </w:t>
                                  </w:r>
                                  <w:r>
                                    <w:t>+49 (0)</w:t>
                                  </w:r>
                                  <w:r>
                                    <w:rPr>
                                      <w:bCs/>
                                      <w:color w:val="000000"/>
                                      <w:szCs w:val="18"/>
                                    </w:rPr>
                                    <w:t xml:space="preserve">2173 </w:t>
                                  </w:r>
                                  <w:r w:rsidRPr="00166725">
                                    <w:rPr>
                                      <w:bCs/>
                                      <w:color w:val="000000"/>
                                      <w:szCs w:val="18"/>
                                    </w:rPr>
                                    <w:t>3964-180</w:t>
                                  </w:r>
                                  <w:r w:rsidRPr="00166725">
                                    <w:br/>
                                  </w:r>
                                  <w:r>
                                    <w:t>E-</w:t>
                                  </w:r>
                                  <w:r w:rsidRPr="00166725">
                                    <w:t>Mail: hagelschuer.b@eplan.de</w:t>
                                  </w:r>
                                </w:p>
                                <w:p w14:paraId="43E224FC" w14:textId="33BAC70E" w:rsidR="00396217" w:rsidRDefault="00396217">
                                  <w:pPr>
                                    <w:pStyle w:val="PIKontakt"/>
                                  </w:pP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1293E" id="_x0000_t202" coordsize="21600,21600" o:spt="202" path="m,l,21600r21600,l21600,xe">
                <v:stroke joinstyle="miter"/>
                <v:path gradientshapeok="t" o:connecttype="rect"/>
              </v:shapetype>
              <v:shap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2B3AEA9D" w:rsidR="00396217" w:rsidRDefault="00396217">
                            <w:pPr>
                              <w:pStyle w:val="PIKontakt"/>
                              <w:rPr>
                                <w:b/>
                              </w:rPr>
                            </w:pPr>
                            <w:r>
                              <w:rPr>
                                <w:b/>
                              </w:rPr>
                              <w:t>Presse</w:t>
                            </w:r>
                            <w:r w:rsidR="00882E5A">
                              <w:rPr>
                                <w:b/>
                              </w:rPr>
                              <w:t>kontakt</w:t>
                            </w:r>
                          </w:p>
                          <w:p w14:paraId="181F1F64" w14:textId="1545194A" w:rsidR="00C0037C" w:rsidRPr="00C0037C" w:rsidRDefault="00C0037C" w:rsidP="00374B1B">
                            <w:pPr>
                              <w:pStyle w:val="PIKontakt"/>
                              <w:rPr>
                                <w:b/>
                                <w:bCs/>
                              </w:rPr>
                            </w:pPr>
                            <w:r w:rsidRPr="00C0037C">
                              <w:rPr>
                                <w:b/>
                                <w:bCs/>
                              </w:rPr>
                              <w:t>Weidmüller</w:t>
                            </w:r>
                          </w:p>
                          <w:p w14:paraId="5162C299" w14:textId="4484F879" w:rsidR="00F03D1A" w:rsidRDefault="00C743B7" w:rsidP="00F03D1A">
                            <w:pPr>
                              <w:pStyle w:val="PIKontakt"/>
                            </w:pPr>
                            <w:r w:rsidRPr="00C743B7">
                              <w:t>Weidmüller Unternehmenskommunikation</w:t>
                            </w:r>
                            <w:r w:rsidR="00F03D1A">
                              <w:br/>
                            </w:r>
                            <w:r w:rsidR="00F03D1A" w:rsidRPr="006E70A6">
                              <w:rPr>
                                <w:rFonts w:eastAsia="Arial"/>
                                <w:szCs w:val="18"/>
                              </w:rPr>
                              <w:t>Tel.: +49 (0)5231 / 14-292322</w:t>
                            </w:r>
                            <w:r w:rsidR="008E03DA">
                              <w:rPr>
                                <w:rFonts w:eastAsia="Arial"/>
                                <w:szCs w:val="18"/>
                              </w:rPr>
                              <w:br/>
                            </w:r>
                            <w:r w:rsidR="008E03DA" w:rsidRPr="008E03DA">
                              <w:t>E-Mail: presse@weidmueller.com</w:t>
                            </w:r>
                          </w:p>
                          <w:p w14:paraId="5712E84D" w14:textId="77777777" w:rsidR="00C0037C" w:rsidRDefault="00C0037C" w:rsidP="00374B1B">
                            <w:pPr>
                              <w:pStyle w:val="PIKontakt"/>
                            </w:pPr>
                          </w:p>
                          <w:p w14:paraId="25618D5D" w14:textId="77A8795F" w:rsidR="00C0037C" w:rsidRPr="00C0037C" w:rsidRDefault="00C0037C" w:rsidP="00374B1B">
                            <w:pPr>
                              <w:pStyle w:val="PIKontakt"/>
                              <w:rPr>
                                <w:b/>
                                <w:bCs/>
                              </w:rPr>
                            </w:pPr>
                            <w:r w:rsidRPr="00C0037C">
                              <w:rPr>
                                <w:b/>
                                <w:bCs/>
                              </w:rPr>
                              <w:t>EPLAN</w:t>
                            </w:r>
                          </w:p>
                          <w:p w14:paraId="47A945A8" w14:textId="32EAE2C5" w:rsidR="00396217" w:rsidRPr="00166725" w:rsidRDefault="00396217" w:rsidP="00374B1B">
                            <w:pPr>
                              <w:pStyle w:val="PIKontakt"/>
                            </w:pPr>
                            <w:r>
                              <w:t>Birgit Hagelschuer</w:t>
                            </w:r>
                            <w:r>
                              <w:br/>
                              <w:t>Phone</w:t>
                            </w:r>
                            <w:r w:rsidR="003224C7">
                              <w:t>:</w:t>
                            </w:r>
                            <w:r w:rsidRPr="00166725">
                              <w:t xml:space="preserve"> </w:t>
                            </w:r>
                            <w:r>
                              <w:t>+49 (0)</w:t>
                            </w:r>
                            <w:r>
                              <w:rPr>
                                <w:bCs/>
                                <w:color w:val="000000"/>
                                <w:szCs w:val="18"/>
                              </w:rPr>
                              <w:t xml:space="preserve">2173 </w:t>
                            </w:r>
                            <w:r w:rsidRPr="00166725">
                              <w:rPr>
                                <w:bCs/>
                                <w:color w:val="000000"/>
                                <w:szCs w:val="18"/>
                              </w:rPr>
                              <w:t>3964-180</w:t>
                            </w:r>
                            <w:r w:rsidRPr="00166725">
                              <w:br/>
                            </w:r>
                            <w:r>
                              <w:t>E-</w:t>
                            </w:r>
                            <w:r w:rsidRPr="00166725">
                              <w:t>Mail: hagelschuer.b@eplan.de</w:t>
                            </w:r>
                          </w:p>
                          <w:p w14:paraId="43E224FC" w14:textId="33BAC70E" w:rsidR="00396217" w:rsidRDefault="00396217">
                            <w:pPr>
                              <w:pStyle w:val="PIKontakt"/>
                            </w:pP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r w:rsidR="005602F2">
        <w:rPr>
          <w:noProof/>
        </w:rPr>
        <w:t>Weidmüller und Eplan</w:t>
      </w:r>
    </w:p>
    <w:p w14:paraId="06B3C62E" w14:textId="3DC41990" w:rsidR="00D35534" w:rsidRDefault="00922231" w:rsidP="0020315E">
      <w:pPr>
        <w:pStyle w:val="PIDachzeile"/>
        <w:ind w:right="3493"/>
        <w:rPr>
          <w:b/>
          <w:bCs/>
          <w:i w:val="0"/>
          <w:noProof/>
          <w:sz w:val="28"/>
          <w:szCs w:val="28"/>
          <w:u w:val="none"/>
        </w:rPr>
      </w:pPr>
      <w:r>
        <w:rPr>
          <w:b/>
          <w:bCs/>
          <w:i w:val="0"/>
          <w:noProof/>
          <w:sz w:val="28"/>
          <w:szCs w:val="28"/>
          <w:u w:val="none"/>
        </w:rPr>
        <w:t>Technologiepartnerschaft für mehr Kundennutzen</w:t>
      </w:r>
    </w:p>
    <w:p w14:paraId="5851480E" w14:textId="3B0673C1" w:rsidR="0066299B" w:rsidRDefault="00677C79" w:rsidP="002516FB">
      <w:pPr>
        <w:spacing w:line="312" w:lineRule="auto"/>
        <w:ind w:right="3493"/>
        <w:rPr>
          <w:rFonts w:ascii="Arial" w:hAnsi="Arial" w:cs="Arial"/>
          <w:b/>
          <w:bCs/>
          <w:sz w:val="22"/>
          <w:szCs w:val="22"/>
        </w:rPr>
      </w:pPr>
      <w:r w:rsidRPr="00677C79">
        <w:rPr>
          <w:rFonts w:ascii="Arial" w:hAnsi="Arial" w:cs="Arial"/>
          <w:b/>
          <w:bCs/>
          <w:sz w:val="22"/>
          <w:szCs w:val="22"/>
        </w:rPr>
        <w:t>Die Verbesserung der Produktionseffizienz und Qualität im Schaltschrankbau ist ein gemeinsames Anliegen von Weidmüller und Eplan. Um dieses Ziel zu erreichen, arbeiten beide Firmen an einer bestmöglichen Integration ihrer Schnittstellen und Datenmodelle. So ist eine Technologiepartnerschaft entstanden, die im Jahr 2022 im Rahmen des Eplan Partner Network besiegelt und nun auf der Hannover Messe bekanntgegeben wurde.</w:t>
      </w:r>
    </w:p>
    <w:p w14:paraId="28E60066" w14:textId="77777777" w:rsidR="00677C79" w:rsidRDefault="00677C79" w:rsidP="002516FB">
      <w:pPr>
        <w:spacing w:line="312" w:lineRule="auto"/>
        <w:ind w:right="3493"/>
        <w:rPr>
          <w:rFonts w:ascii="Arial" w:hAnsi="Arial" w:cs="Arial"/>
          <w:sz w:val="22"/>
          <w:szCs w:val="22"/>
        </w:rPr>
      </w:pPr>
    </w:p>
    <w:p w14:paraId="4EB8AAF6" w14:textId="34FB1378" w:rsidR="000D7AA5" w:rsidRPr="000D7AA5" w:rsidRDefault="000D7AA5" w:rsidP="000D7AA5">
      <w:pPr>
        <w:spacing w:line="312" w:lineRule="auto"/>
        <w:ind w:right="3493"/>
        <w:rPr>
          <w:rFonts w:ascii="Arial" w:hAnsi="Arial" w:cs="Arial"/>
          <w:sz w:val="22"/>
          <w:szCs w:val="22"/>
        </w:rPr>
      </w:pPr>
      <w:r w:rsidRPr="004D29F6">
        <w:rPr>
          <w:rFonts w:ascii="Arial" w:hAnsi="Arial" w:cs="Arial"/>
          <w:sz w:val="22"/>
          <w:szCs w:val="22"/>
        </w:rPr>
        <w:t>Hannover/Detmold/Monheim, 19. April 2023 – Schalt</w:t>
      </w:r>
      <w:r w:rsidRPr="000D7AA5">
        <w:rPr>
          <w:rFonts w:ascii="Arial" w:hAnsi="Arial" w:cs="Arial"/>
          <w:sz w:val="22"/>
          <w:szCs w:val="22"/>
        </w:rPr>
        <w:t>schrank- und Schaltanlagenbauer sehen sich seit vielen Jahren mit einer Vielzahl von Herausforderungen konfrontiert. Neben dem anhaltenden Mangel an ausgebildeten Fachkräften, dem Kosten</w:t>
      </w:r>
      <w:r w:rsidR="00864420">
        <w:rPr>
          <w:rFonts w:ascii="Arial" w:hAnsi="Arial" w:cs="Arial"/>
          <w:sz w:val="22"/>
          <w:szCs w:val="22"/>
        </w:rPr>
        <w:t>-</w:t>
      </w:r>
      <w:r w:rsidRPr="000D7AA5">
        <w:rPr>
          <w:rFonts w:ascii="Arial" w:hAnsi="Arial" w:cs="Arial"/>
          <w:sz w:val="22"/>
          <w:szCs w:val="22"/>
        </w:rPr>
        <w:t xml:space="preserve"> und Zeitdruck für Durchlaufzeit</w:t>
      </w:r>
      <w:r w:rsidR="00864420">
        <w:rPr>
          <w:rFonts w:ascii="Arial" w:hAnsi="Arial" w:cs="Arial"/>
          <w:sz w:val="22"/>
          <w:szCs w:val="22"/>
        </w:rPr>
        <w:t>en</w:t>
      </w:r>
      <w:r w:rsidRPr="000D7AA5">
        <w:rPr>
          <w:rFonts w:ascii="Arial" w:hAnsi="Arial" w:cs="Arial"/>
          <w:sz w:val="22"/>
          <w:szCs w:val="22"/>
        </w:rPr>
        <w:t xml:space="preserve"> und Test</w:t>
      </w:r>
      <w:r w:rsidR="00DC3BBD">
        <w:rPr>
          <w:rFonts w:ascii="Arial" w:hAnsi="Arial" w:cs="Arial"/>
          <w:sz w:val="22"/>
          <w:szCs w:val="22"/>
        </w:rPr>
        <w:t>s</w:t>
      </w:r>
      <w:r w:rsidRPr="000D7AA5">
        <w:rPr>
          <w:rFonts w:ascii="Arial" w:hAnsi="Arial" w:cs="Arial"/>
          <w:sz w:val="22"/>
          <w:szCs w:val="22"/>
        </w:rPr>
        <w:t>, sind besonders die Kundenerwartungen hinsichtlich Flexibilität und Änderungsmanagement sowie die neuen Anforderungen an Klimaneu</w:t>
      </w:r>
      <w:r w:rsidR="00864420">
        <w:rPr>
          <w:rFonts w:ascii="Arial" w:hAnsi="Arial" w:cs="Arial"/>
          <w:sz w:val="22"/>
          <w:szCs w:val="22"/>
        </w:rPr>
        <w:t>-</w:t>
      </w:r>
      <w:proofErr w:type="spellStart"/>
      <w:r w:rsidRPr="000D7AA5">
        <w:rPr>
          <w:rFonts w:ascii="Arial" w:hAnsi="Arial" w:cs="Arial"/>
          <w:sz w:val="22"/>
          <w:szCs w:val="22"/>
        </w:rPr>
        <w:t>tralität</w:t>
      </w:r>
      <w:proofErr w:type="spellEnd"/>
      <w:r w:rsidRPr="000D7AA5">
        <w:rPr>
          <w:rFonts w:ascii="Arial" w:hAnsi="Arial" w:cs="Arial"/>
          <w:sz w:val="22"/>
          <w:szCs w:val="22"/>
        </w:rPr>
        <w:t>, Nachhaltigkeit und Kreislaufwirtschaft</w:t>
      </w:r>
      <w:r w:rsidR="00724F48">
        <w:rPr>
          <w:rFonts w:ascii="Arial" w:hAnsi="Arial" w:cs="Arial"/>
          <w:sz w:val="22"/>
          <w:szCs w:val="22"/>
        </w:rPr>
        <w:t xml:space="preserve"> Bereiche</w:t>
      </w:r>
      <w:r w:rsidRPr="000D7AA5">
        <w:rPr>
          <w:rFonts w:ascii="Arial" w:hAnsi="Arial" w:cs="Arial"/>
          <w:sz w:val="22"/>
          <w:szCs w:val="22"/>
        </w:rPr>
        <w:t xml:space="preserve">, </w:t>
      </w:r>
      <w:r w:rsidR="00724F48">
        <w:rPr>
          <w:rFonts w:ascii="Arial" w:hAnsi="Arial" w:cs="Arial"/>
          <w:sz w:val="22"/>
          <w:szCs w:val="22"/>
        </w:rPr>
        <w:t>in denen</w:t>
      </w:r>
      <w:r w:rsidRPr="000D7AA5">
        <w:rPr>
          <w:rFonts w:ascii="Arial" w:hAnsi="Arial" w:cs="Arial"/>
          <w:sz w:val="22"/>
          <w:szCs w:val="22"/>
        </w:rPr>
        <w:t xml:space="preserve"> die Branche Schritt halten muss. Ferner muss sie den Wünschen nach immer individuelleren Lösungen gerecht werden und oftmals eine flexible Stückzahl-1-Fertigung realisieren. </w:t>
      </w:r>
    </w:p>
    <w:p w14:paraId="22FCFBC6" w14:textId="77777777" w:rsidR="0000782E" w:rsidRDefault="0000782E" w:rsidP="000D7AA5">
      <w:pPr>
        <w:spacing w:line="312" w:lineRule="auto"/>
        <w:ind w:right="3493"/>
        <w:rPr>
          <w:rFonts w:ascii="Arial" w:hAnsi="Arial" w:cs="Arial"/>
          <w:sz w:val="22"/>
          <w:szCs w:val="22"/>
        </w:rPr>
      </w:pPr>
    </w:p>
    <w:p w14:paraId="29471B97" w14:textId="0E689BBF" w:rsidR="000D7AA5" w:rsidRPr="000D7AA5" w:rsidRDefault="000D7AA5" w:rsidP="000D7AA5">
      <w:pPr>
        <w:spacing w:line="312" w:lineRule="auto"/>
        <w:ind w:right="3493"/>
        <w:rPr>
          <w:rFonts w:ascii="Arial" w:hAnsi="Arial" w:cs="Arial"/>
          <w:sz w:val="22"/>
          <w:szCs w:val="22"/>
        </w:rPr>
      </w:pPr>
      <w:r w:rsidRPr="000D7AA5">
        <w:rPr>
          <w:rFonts w:ascii="Arial" w:hAnsi="Arial" w:cs="Arial"/>
          <w:sz w:val="22"/>
          <w:szCs w:val="22"/>
        </w:rPr>
        <w:t xml:space="preserve">Seit vielen Jahren unterstützt Weidmüller </w:t>
      </w:r>
      <w:r w:rsidR="006C35E0">
        <w:rPr>
          <w:rFonts w:ascii="Arial" w:hAnsi="Arial" w:cs="Arial"/>
          <w:sz w:val="22"/>
          <w:szCs w:val="22"/>
        </w:rPr>
        <w:t xml:space="preserve">die Branche </w:t>
      </w:r>
      <w:r w:rsidRPr="000D7AA5">
        <w:rPr>
          <w:rFonts w:ascii="Arial" w:hAnsi="Arial" w:cs="Arial"/>
          <w:sz w:val="22"/>
          <w:szCs w:val="22"/>
        </w:rPr>
        <w:t>mit erprobten Lösungen und innovativen Engineering-Konzepte</w:t>
      </w:r>
      <w:r w:rsidR="00A025DC">
        <w:rPr>
          <w:rFonts w:ascii="Arial" w:hAnsi="Arial" w:cs="Arial"/>
          <w:sz w:val="22"/>
          <w:szCs w:val="22"/>
        </w:rPr>
        <w:t>n</w:t>
      </w:r>
      <w:r w:rsidRPr="000D7AA5">
        <w:rPr>
          <w:rFonts w:ascii="Arial" w:hAnsi="Arial" w:cs="Arial"/>
          <w:sz w:val="22"/>
          <w:szCs w:val="22"/>
        </w:rPr>
        <w:t xml:space="preserve">, wie etwa dem Weidmüller </w:t>
      </w:r>
      <w:proofErr w:type="spellStart"/>
      <w:r w:rsidRPr="000D7AA5">
        <w:rPr>
          <w:rFonts w:ascii="Arial" w:hAnsi="Arial" w:cs="Arial"/>
          <w:sz w:val="22"/>
          <w:szCs w:val="22"/>
        </w:rPr>
        <w:t>Configurator</w:t>
      </w:r>
      <w:proofErr w:type="spellEnd"/>
      <w:r w:rsidRPr="000D7AA5">
        <w:rPr>
          <w:rFonts w:ascii="Arial" w:hAnsi="Arial" w:cs="Arial"/>
          <w:sz w:val="22"/>
          <w:szCs w:val="22"/>
        </w:rPr>
        <w:t xml:space="preserve"> WMC, um den vielfältigen Anforderungen gerecht zu werden. </w:t>
      </w:r>
      <w:r w:rsidR="00195E41" w:rsidRPr="00195E41">
        <w:rPr>
          <w:rFonts w:ascii="Arial" w:hAnsi="Arial" w:cs="Arial"/>
          <w:sz w:val="22"/>
          <w:szCs w:val="22"/>
        </w:rPr>
        <w:t>Der erweiterten Partnerschaft mit Eplan im Rahmen des Eplan Partner Network liegt eine klare Zielsetzung zugrunde:</w:t>
      </w:r>
      <w:r w:rsidR="002C4C83">
        <w:rPr>
          <w:rFonts w:ascii="Arial" w:hAnsi="Arial" w:cs="Arial"/>
          <w:sz w:val="22"/>
          <w:szCs w:val="22"/>
        </w:rPr>
        <w:t xml:space="preserve"> </w:t>
      </w:r>
      <w:r w:rsidRPr="000D7AA5">
        <w:rPr>
          <w:rFonts w:ascii="Arial" w:hAnsi="Arial" w:cs="Arial"/>
          <w:sz w:val="22"/>
          <w:szCs w:val="22"/>
        </w:rPr>
        <w:t xml:space="preserve">die Verbesserung der Datenqualität und Erweiterung der Datenmodelle für einen automatisierten und effizienten Schaltschrankbau. </w:t>
      </w:r>
    </w:p>
    <w:p w14:paraId="27FA4533" w14:textId="77777777" w:rsidR="000D7AA5" w:rsidRPr="000D7AA5" w:rsidRDefault="000D7AA5" w:rsidP="000D7AA5">
      <w:pPr>
        <w:spacing w:line="312" w:lineRule="auto"/>
        <w:ind w:right="3493"/>
        <w:rPr>
          <w:rFonts w:ascii="Arial" w:hAnsi="Arial" w:cs="Arial"/>
          <w:sz w:val="22"/>
          <w:szCs w:val="22"/>
        </w:rPr>
      </w:pPr>
    </w:p>
    <w:p w14:paraId="473D8B18" w14:textId="19EC0E81" w:rsidR="000D7AA5" w:rsidRPr="000D7AA5" w:rsidRDefault="000D7AA5" w:rsidP="000D7AA5">
      <w:pPr>
        <w:spacing w:line="312" w:lineRule="auto"/>
        <w:ind w:right="3493"/>
        <w:rPr>
          <w:rFonts w:ascii="Arial" w:hAnsi="Arial" w:cs="Arial"/>
          <w:sz w:val="22"/>
          <w:szCs w:val="22"/>
        </w:rPr>
      </w:pPr>
      <w:r w:rsidRPr="000D7AA5">
        <w:rPr>
          <w:rFonts w:ascii="Arial" w:hAnsi="Arial" w:cs="Arial"/>
          <w:sz w:val="22"/>
          <w:szCs w:val="22"/>
        </w:rPr>
        <w:lastRenderedPageBreak/>
        <w:t xml:space="preserve">Volker Bibelhausen, Vorstandssprecher und Technologievorstand bei Weidmüller, erklärt dazu: </w:t>
      </w:r>
      <w:r w:rsidR="002C4C83">
        <w:rPr>
          <w:rFonts w:ascii="Arial" w:hAnsi="Arial" w:cs="Arial"/>
          <w:sz w:val="22"/>
          <w:szCs w:val="22"/>
        </w:rPr>
        <w:t>„</w:t>
      </w:r>
      <w:r w:rsidRPr="000D7AA5">
        <w:rPr>
          <w:rFonts w:ascii="Arial" w:hAnsi="Arial" w:cs="Arial"/>
          <w:sz w:val="22"/>
          <w:szCs w:val="22"/>
        </w:rPr>
        <w:t xml:space="preserve">Die Technologiepartnerschaft mit Eplan zielt darauf ab, zukunftsweisende Datenmodelle und Schnittstellen für eine bessere digitale Durchgängigkeit entlang der Prozesskette und eine höhere Automatisierung des Schaltschrankbaus zu entwickeln. Gleichzeitig stärkt sie den Kreis der Unternehmen, die in den Arbeitsgruppen unter der Schirmherrschaft von ZVEI und VDMA die digitalen Kerntechnologien für die Industrie 4.0 abstimmen.“ </w:t>
      </w:r>
    </w:p>
    <w:p w14:paraId="1F0E0232" w14:textId="77777777" w:rsidR="000D7AA5" w:rsidRPr="000D7AA5" w:rsidRDefault="000D7AA5" w:rsidP="000D7AA5">
      <w:pPr>
        <w:spacing w:line="312" w:lineRule="auto"/>
        <w:ind w:right="3493"/>
        <w:rPr>
          <w:rFonts w:ascii="Arial" w:hAnsi="Arial" w:cs="Arial"/>
          <w:sz w:val="22"/>
          <w:szCs w:val="22"/>
        </w:rPr>
      </w:pPr>
    </w:p>
    <w:p w14:paraId="7776EFE8" w14:textId="1F26B953" w:rsidR="000D7AA5" w:rsidRPr="000D7AA5" w:rsidRDefault="000D7AA5" w:rsidP="000D7AA5">
      <w:pPr>
        <w:spacing w:line="312" w:lineRule="auto"/>
        <w:ind w:right="3493"/>
        <w:rPr>
          <w:rFonts w:ascii="Arial" w:hAnsi="Arial" w:cs="Arial"/>
          <w:sz w:val="22"/>
          <w:szCs w:val="22"/>
        </w:rPr>
      </w:pPr>
      <w:r w:rsidRPr="000D7AA5">
        <w:rPr>
          <w:rFonts w:ascii="Arial" w:hAnsi="Arial" w:cs="Arial"/>
          <w:sz w:val="22"/>
          <w:szCs w:val="22"/>
        </w:rPr>
        <w:t xml:space="preserve">Um dieses Ziel zu erreichen, beschreibt Weidmüller seine Daten im ECLASS </w:t>
      </w:r>
      <w:proofErr w:type="spellStart"/>
      <w:r w:rsidRPr="000D7AA5">
        <w:rPr>
          <w:rFonts w:ascii="Arial" w:hAnsi="Arial" w:cs="Arial"/>
          <w:sz w:val="22"/>
          <w:szCs w:val="22"/>
        </w:rPr>
        <w:t>Advanced</w:t>
      </w:r>
      <w:proofErr w:type="spellEnd"/>
      <w:r w:rsidRPr="000D7AA5">
        <w:rPr>
          <w:rFonts w:ascii="Arial" w:hAnsi="Arial" w:cs="Arial"/>
          <w:sz w:val="22"/>
          <w:szCs w:val="22"/>
        </w:rPr>
        <w:t xml:space="preserve"> Format, konvertiert sie in den Eplan Data Standard und stellt alle Daten im Eplan Data Portal bereit. Zudem entwickelt Weidmüller Konnektoren, um unternehmenseigene Softwaresysteme, wie die Beschriftungs- und Markierungssoftware M-Print Pro</w:t>
      </w:r>
      <w:r w:rsidR="00864420">
        <w:rPr>
          <w:rFonts w:ascii="Arial" w:hAnsi="Arial" w:cs="Arial"/>
          <w:sz w:val="22"/>
          <w:szCs w:val="22"/>
        </w:rPr>
        <w:t>,</w:t>
      </w:r>
      <w:r w:rsidRPr="000D7AA5">
        <w:rPr>
          <w:rFonts w:ascii="Arial" w:hAnsi="Arial" w:cs="Arial"/>
          <w:sz w:val="22"/>
          <w:szCs w:val="22"/>
        </w:rPr>
        <w:t xml:space="preserve"> direkt aus Eplan ansteuern zu können. Das </w:t>
      </w:r>
      <w:proofErr w:type="spellStart"/>
      <w:r w:rsidRPr="000D7AA5">
        <w:rPr>
          <w:rFonts w:ascii="Arial" w:hAnsi="Arial" w:cs="Arial"/>
          <w:sz w:val="22"/>
          <w:szCs w:val="22"/>
        </w:rPr>
        <w:t>web</w:t>
      </w:r>
      <w:proofErr w:type="spellEnd"/>
      <w:r w:rsidRPr="000D7AA5">
        <w:rPr>
          <w:rFonts w:ascii="Arial" w:hAnsi="Arial" w:cs="Arial"/>
          <w:sz w:val="22"/>
          <w:szCs w:val="22"/>
        </w:rPr>
        <w:t xml:space="preserve">-basierte Engineering-Tool WMC wird zudem Assistenten enthalten, die dem Nutzer lösungsorientiert helfen, das passende und zugelassene Produkt und Zubehör zu finden. </w:t>
      </w:r>
    </w:p>
    <w:p w14:paraId="28DE9CE1" w14:textId="77777777" w:rsidR="000D7AA5" w:rsidRPr="000D7AA5" w:rsidRDefault="000D7AA5" w:rsidP="000D7AA5">
      <w:pPr>
        <w:spacing w:line="312" w:lineRule="auto"/>
        <w:ind w:right="3493"/>
        <w:rPr>
          <w:rFonts w:ascii="Arial" w:hAnsi="Arial" w:cs="Arial"/>
          <w:sz w:val="22"/>
          <w:szCs w:val="22"/>
        </w:rPr>
      </w:pPr>
    </w:p>
    <w:p w14:paraId="0179AFBC" w14:textId="2BA05E5D" w:rsidR="008E03DA" w:rsidRPr="000D7AA5" w:rsidRDefault="000D7AA5" w:rsidP="000D7AA5">
      <w:pPr>
        <w:spacing w:line="312" w:lineRule="auto"/>
        <w:ind w:right="3493"/>
        <w:rPr>
          <w:rFonts w:ascii="Arial" w:hAnsi="Arial" w:cs="Arial"/>
          <w:sz w:val="22"/>
          <w:szCs w:val="22"/>
        </w:rPr>
      </w:pPr>
      <w:r w:rsidRPr="000D7AA5">
        <w:rPr>
          <w:rFonts w:ascii="Arial" w:hAnsi="Arial" w:cs="Arial"/>
          <w:sz w:val="22"/>
          <w:szCs w:val="22"/>
        </w:rPr>
        <w:t xml:space="preserve">Von der Planung bis zur Abnahme eines Schaltschranks sind die logistische Planung und die Steuerung der Produktionsprozesse von entscheidender Bedeutung. Eine Beschleunigung der Montage kann erreicht werden, wenn vorbestückte Klemmleisten eingesetzt und die durchgängige Markierung von Komponenten und Leitern umgesetzt werden. Aber auch die Konfektion von Kabelsätzen sowie die Umsetzung einer teil- oder vollautomatisierten Fertigungslinie erfordern präzisere Datenmodelle, um die Prozesse sicher zu steuern und eine hohe Produktqualität zu erreichen. Sebastian Seitz, CEO von Eplan, </w:t>
      </w:r>
      <w:r w:rsidR="00864420">
        <w:rPr>
          <w:rFonts w:ascii="Arial" w:hAnsi="Arial" w:cs="Arial"/>
          <w:sz w:val="22"/>
          <w:szCs w:val="22"/>
        </w:rPr>
        <w:t>resümiert</w:t>
      </w:r>
      <w:r w:rsidRPr="000D7AA5">
        <w:rPr>
          <w:rFonts w:ascii="Arial" w:hAnsi="Arial" w:cs="Arial"/>
          <w:sz w:val="22"/>
          <w:szCs w:val="22"/>
        </w:rPr>
        <w:t>: „Diese Optimierung der Daten wie auch der Workflows ermöglichen eine präzisere Steuerung der Produktionsprozesse und verbessern die Produktionseffizienz und -qualität beim Kunden.“</w:t>
      </w:r>
    </w:p>
    <w:p w14:paraId="44C3BF1A" w14:textId="77777777" w:rsidR="000D7AA5" w:rsidRDefault="000D7AA5" w:rsidP="000D7AA5">
      <w:pPr>
        <w:spacing w:line="312" w:lineRule="auto"/>
        <w:ind w:right="3493"/>
        <w:rPr>
          <w:rFonts w:ascii="Arial" w:eastAsia="Arial" w:hAnsi="Arial" w:cs="Arial"/>
          <w:sz w:val="22"/>
          <w:szCs w:val="22"/>
        </w:rPr>
      </w:pPr>
    </w:p>
    <w:p w14:paraId="0C038DC8" w14:textId="6ED1F838" w:rsidR="0020315E" w:rsidRPr="008E03DA" w:rsidRDefault="0020315E" w:rsidP="008E03DA">
      <w:pPr>
        <w:spacing w:line="312" w:lineRule="auto"/>
        <w:ind w:right="3493"/>
        <w:rPr>
          <w:rFonts w:ascii="Arial" w:eastAsia="Arial" w:hAnsi="Arial" w:cs="Arial"/>
          <w:sz w:val="22"/>
          <w:szCs w:val="22"/>
        </w:rPr>
      </w:pPr>
      <w:r w:rsidRPr="0035380A">
        <w:rPr>
          <w:rFonts w:ascii="Arial" w:hAnsi="Arial" w:cs="Arial"/>
          <w:sz w:val="22"/>
          <w:szCs w:val="22"/>
        </w:rPr>
        <w:t>(</w:t>
      </w:r>
      <w:r w:rsidR="00567C7A">
        <w:rPr>
          <w:rFonts w:ascii="Arial" w:hAnsi="Arial" w:cs="Arial"/>
          <w:sz w:val="22"/>
          <w:szCs w:val="22"/>
        </w:rPr>
        <w:t>3.</w:t>
      </w:r>
      <w:r w:rsidR="004D29F6">
        <w:rPr>
          <w:rFonts w:ascii="Arial" w:hAnsi="Arial" w:cs="Arial"/>
          <w:sz w:val="22"/>
          <w:szCs w:val="22"/>
        </w:rPr>
        <w:t xml:space="preserve">405 </w:t>
      </w:r>
      <w:r w:rsidRPr="0035380A">
        <w:rPr>
          <w:rFonts w:ascii="Arial" w:hAnsi="Arial" w:cs="Arial"/>
          <w:sz w:val="22"/>
          <w:szCs w:val="22"/>
        </w:rPr>
        <w:t>Zeichen)</w:t>
      </w:r>
    </w:p>
    <w:p w14:paraId="432BA3B5" w14:textId="501B2409" w:rsidR="0020315E" w:rsidRDefault="0020315E" w:rsidP="45AA45C1">
      <w:pPr>
        <w:spacing w:after="240" w:line="312" w:lineRule="auto"/>
        <w:ind w:right="3493"/>
        <w:rPr>
          <w:rFonts w:ascii="Wingdings" w:hAnsi="Wingdings"/>
        </w:rPr>
      </w:pPr>
      <w:r w:rsidRPr="45AA45C1">
        <w:rPr>
          <w:rFonts w:ascii="Wingdings" w:hAnsi="Wingdings"/>
        </w:rPr>
        <w:t></w:t>
      </w:r>
    </w:p>
    <w:p w14:paraId="598F5660" w14:textId="6B68EE18" w:rsidR="00624C18" w:rsidRPr="00624C18" w:rsidRDefault="00AA667D" w:rsidP="00624C18">
      <w:pPr>
        <w:spacing w:after="100" w:afterAutospacing="1" w:line="312" w:lineRule="auto"/>
        <w:ind w:right="3493"/>
        <w:rPr>
          <w:rFonts w:ascii="Arial" w:hAnsi="Arial" w:cs="Arial"/>
          <w:sz w:val="18"/>
        </w:rPr>
      </w:pPr>
      <w:r w:rsidRPr="00AA667D">
        <w:rPr>
          <w:rFonts w:ascii="Arial" w:hAnsi="Arial" w:cs="Arial"/>
          <w:sz w:val="18"/>
        </w:rPr>
        <w:t>Partnerschaft.jpg</w:t>
      </w:r>
      <w:r w:rsidR="00624C18" w:rsidRPr="00AA667D">
        <w:rPr>
          <w:rFonts w:ascii="Arial" w:hAnsi="Arial" w:cs="Arial"/>
          <w:sz w:val="18"/>
        </w:rPr>
        <w:t>: Volker</w:t>
      </w:r>
      <w:r w:rsidR="00624C18" w:rsidRPr="00624C18">
        <w:rPr>
          <w:rFonts w:ascii="Arial" w:hAnsi="Arial" w:cs="Arial"/>
          <w:sz w:val="18"/>
        </w:rPr>
        <w:t xml:space="preserve"> Bibelhausen, Vorstandssprecher und Technologievorstand bei Weidmüller (</w:t>
      </w:r>
      <w:r w:rsidR="001F77B2">
        <w:rPr>
          <w:rFonts w:ascii="Arial" w:hAnsi="Arial" w:cs="Arial"/>
          <w:sz w:val="18"/>
        </w:rPr>
        <w:t>r</w:t>
      </w:r>
      <w:r w:rsidR="00624C18" w:rsidRPr="00624C18">
        <w:rPr>
          <w:rFonts w:ascii="Arial" w:hAnsi="Arial" w:cs="Arial"/>
          <w:sz w:val="18"/>
        </w:rPr>
        <w:t>.) und Sebastian Seitz, CEO von Eplan (</w:t>
      </w:r>
      <w:r w:rsidR="001F77B2">
        <w:rPr>
          <w:rFonts w:ascii="Arial" w:hAnsi="Arial" w:cs="Arial"/>
          <w:sz w:val="18"/>
        </w:rPr>
        <w:t>l</w:t>
      </w:r>
      <w:r w:rsidR="00624C18" w:rsidRPr="00624C18">
        <w:rPr>
          <w:rFonts w:ascii="Arial" w:hAnsi="Arial" w:cs="Arial"/>
          <w:sz w:val="18"/>
        </w:rPr>
        <w:t xml:space="preserve">.) freuen sich </w:t>
      </w:r>
      <w:r w:rsidR="00864420">
        <w:rPr>
          <w:rFonts w:ascii="Arial" w:hAnsi="Arial" w:cs="Arial"/>
          <w:sz w:val="18"/>
        </w:rPr>
        <w:t>über</w:t>
      </w:r>
      <w:r w:rsidR="00864420" w:rsidRPr="00624C18">
        <w:rPr>
          <w:rFonts w:ascii="Arial" w:hAnsi="Arial" w:cs="Arial"/>
          <w:sz w:val="18"/>
        </w:rPr>
        <w:t xml:space="preserve"> </w:t>
      </w:r>
      <w:r w:rsidR="00624C18" w:rsidRPr="00624C18">
        <w:rPr>
          <w:rFonts w:ascii="Arial" w:hAnsi="Arial" w:cs="Arial"/>
          <w:sz w:val="18"/>
        </w:rPr>
        <w:t>die Kooperation</w:t>
      </w:r>
      <w:r w:rsidR="00864420">
        <w:rPr>
          <w:rFonts w:ascii="Arial" w:hAnsi="Arial" w:cs="Arial"/>
          <w:sz w:val="18"/>
        </w:rPr>
        <w:t xml:space="preserve"> im Rahmen des Eplan Partner Network</w:t>
      </w:r>
      <w:r w:rsidR="00624C18" w:rsidRPr="00624C18">
        <w:rPr>
          <w:rFonts w:ascii="Arial" w:hAnsi="Arial" w:cs="Arial"/>
          <w:sz w:val="18"/>
        </w:rPr>
        <w:t>, mit der eine Synergie aus Innovation, Expertise und Erfahrung für mehr Kundennutzen geschaffen wird.</w:t>
      </w:r>
    </w:p>
    <w:p w14:paraId="73324F80" w14:textId="4F13EEF3" w:rsidR="00C0037C" w:rsidRDefault="00624C18" w:rsidP="00624C18">
      <w:pPr>
        <w:spacing w:after="100" w:afterAutospacing="1" w:line="312" w:lineRule="auto"/>
        <w:ind w:right="3493"/>
        <w:rPr>
          <w:rFonts w:ascii="Arial" w:hAnsi="Arial" w:cs="Arial"/>
          <w:sz w:val="18"/>
        </w:rPr>
      </w:pPr>
      <w:r w:rsidRPr="00624C18">
        <w:rPr>
          <w:rFonts w:ascii="Arial" w:hAnsi="Arial" w:cs="Arial"/>
          <w:sz w:val="18"/>
        </w:rPr>
        <w:t>Bildrechte: Weidmüller</w:t>
      </w:r>
      <w:r w:rsidR="000E5BA7">
        <w:rPr>
          <w:rFonts w:ascii="Arial" w:hAnsi="Arial" w:cs="Arial"/>
          <w:sz w:val="18"/>
        </w:rPr>
        <w:t xml:space="preserve"> und Eplan</w:t>
      </w:r>
    </w:p>
    <w:p w14:paraId="7CA9E0C2" w14:textId="062EC551" w:rsidR="0020315E" w:rsidRPr="00C47898" w:rsidRDefault="0020315E" w:rsidP="003F267D">
      <w:pPr>
        <w:spacing w:after="100" w:afterAutospacing="1" w:line="312" w:lineRule="auto"/>
        <w:ind w:right="3493"/>
        <w:rPr>
          <w:rFonts w:ascii="Arial" w:hAnsi="Arial" w:cs="Arial"/>
          <w:sz w:val="18"/>
        </w:rPr>
      </w:pPr>
      <w:r w:rsidRPr="00C47898">
        <w:rPr>
          <w:rFonts w:ascii="Arial" w:hAnsi="Arial" w:cs="Arial"/>
          <w:sz w:val="18"/>
        </w:rPr>
        <w:t xml:space="preserve">Abdruck honorarfrei. Bitte geben Sie als Quelle Eplan </w:t>
      </w:r>
      <w:r w:rsidR="004D29F6">
        <w:rPr>
          <w:rFonts w:ascii="Arial" w:hAnsi="Arial" w:cs="Arial"/>
          <w:sz w:val="18"/>
        </w:rPr>
        <w:t>und Weidmüller</w:t>
      </w:r>
      <w:r w:rsidRPr="00C47898">
        <w:rPr>
          <w:rFonts w:ascii="Arial" w:hAnsi="Arial" w:cs="Arial"/>
          <w:sz w:val="18"/>
        </w:rPr>
        <w:t xml:space="preserve"> an. Wir freuen uns über einen Beleg.</w:t>
      </w:r>
    </w:p>
    <w:p w14:paraId="4154FA13" w14:textId="77777777" w:rsidR="00A94C9B" w:rsidRDefault="00A94C9B" w:rsidP="00174B63">
      <w:pPr>
        <w:pStyle w:val="Kopfzeile"/>
        <w:tabs>
          <w:tab w:val="clear" w:pos="4536"/>
          <w:tab w:val="clear" w:pos="9072"/>
        </w:tabs>
        <w:spacing w:line="240" w:lineRule="atLeast"/>
        <w:ind w:right="3119"/>
        <w:rPr>
          <w:rFonts w:ascii="Arial" w:hAnsi="Arial" w:cs="Arial"/>
          <w:b/>
          <w:sz w:val="18"/>
          <w:szCs w:val="18"/>
        </w:rPr>
      </w:pPr>
    </w:p>
    <w:p w14:paraId="3B53B0FD" w14:textId="77777777" w:rsidR="00C47898" w:rsidRPr="008F3340" w:rsidRDefault="00C47898" w:rsidP="00C47898">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4B9B16E" w14:textId="77777777" w:rsidR="00C47898" w:rsidRPr="00540EEA" w:rsidRDefault="00C47898" w:rsidP="00C47898">
      <w:pPr>
        <w:pStyle w:val="Kopfzeile"/>
        <w:tabs>
          <w:tab w:val="clear" w:pos="4536"/>
          <w:tab w:val="clear" w:pos="9072"/>
        </w:tabs>
        <w:spacing w:line="240" w:lineRule="atLeast"/>
        <w:ind w:right="3119"/>
        <w:rPr>
          <w:rFonts w:ascii="Arial" w:hAnsi="Arial" w:cs="Arial"/>
          <w:b/>
          <w:sz w:val="22"/>
          <w:szCs w:val="22"/>
        </w:rPr>
      </w:pPr>
    </w:p>
    <w:p w14:paraId="32D8826F" w14:textId="77777777" w:rsidR="00C47898" w:rsidRPr="003B65B5" w:rsidRDefault="00C47898" w:rsidP="00C47898">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37109C04" w14:textId="77777777" w:rsidR="00C47898" w:rsidRPr="003B65B5" w:rsidRDefault="00C47898" w:rsidP="00C47898">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133E0811" w14:textId="77777777" w:rsidR="00C47898" w:rsidRDefault="00C47898" w:rsidP="00C47898">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w:t>
      </w:r>
      <w:r w:rsidRPr="002A12BD">
        <w:lastRenderedPageBreak/>
        <w:t xml:space="preserve">Test fest, dass </w:t>
      </w:r>
      <w:r>
        <w:t xml:space="preserve">die Friedhelm Loh Group 2021 bereits zum fünften Mal </w:t>
      </w:r>
      <w:r w:rsidRPr="002A12BD">
        <w:t>zu den besten Ausbildungsbetrieben gehört.</w:t>
      </w:r>
    </w:p>
    <w:p w14:paraId="4DC83A02" w14:textId="77777777" w:rsidR="00C47898" w:rsidRDefault="00C47898" w:rsidP="00C47898">
      <w:pPr>
        <w:pStyle w:val="PIAbspann"/>
        <w:spacing w:after="0"/>
      </w:pPr>
      <w:r w:rsidRPr="00C6579D">
        <w:t>Weitere Informationen finden Sie unter</w:t>
      </w:r>
      <w:r>
        <w:t xml:space="preserve">: </w:t>
      </w:r>
    </w:p>
    <w:p w14:paraId="156643A8" w14:textId="77777777" w:rsidR="00C47898" w:rsidRDefault="00C47898" w:rsidP="00C47898">
      <w:pPr>
        <w:pStyle w:val="PIAbspann"/>
        <w:spacing w:after="0"/>
      </w:pPr>
      <w:r w:rsidRPr="00C6579D">
        <w:t>www.</w:t>
      </w:r>
      <w:r>
        <w:t>eplan</w:t>
      </w:r>
      <w:r w:rsidRPr="00C6579D">
        <w:t xml:space="preserve">.de und </w:t>
      </w:r>
      <w:r w:rsidRPr="00860FB6">
        <w:t>www.friedhelm-loh-group.</w:t>
      </w:r>
      <w:r>
        <w:t>de</w:t>
      </w:r>
    </w:p>
    <w:p w14:paraId="0F3E5136" w14:textId="77777777" w:rsidR="00C47898" w:rsidRDefault="00C47898" w:rsidP="00C47898">
      <w:pPr>
        <w:spacing w:after="160" w:line="259" w:lineRule="auto"/>
        <w:rPr>
          <w:rFonts w:ascii="Arial" w:hAnsi="Arial" w:cs="Arial"/>
          <w:sz w:val="18"/>
        </w:rPr>
      </w:pPr>
    </w:p>
    <w:sectPr w:rsidR="00C47898" w:rsidSect="00F2407B">
      <w:headerReference w:type="even" r:id="rId11"/>
      <w:headerReference w:type="default" r:id="rId12"/>
      <w:footerReference w:type="even"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25E8B" w14:textId="77777777" w:rsidR="00082F83" w:rsidRDefault="00082F83">
      <w:r>
        <w:separator/>
      </w:r>
    </w:p>
  </w:endnote>
  <w:endnote w:type="continuationSeparator" w:id="0">
    <w:p w14:paraId="25EBC978" w14:textId="77777777" w:rsidR="00082F83" w:rsidRDefault="00082F83">
      <w:r>
        <w:continuationSeparator/>
      </w:r>
    </w:p>
  </w:endnote>
  <w:endnote w:type="continuationNotice" w:id="1">
    <w:p w14:paraId="57F37753" w14:textId="77777777" w:rsidR="00082F83" w:rsidRDefault="00082F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8946A" w14:textId="77777777" w:rsidR="00AA667D" w:rsidRDefault="00AA66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E0D5C" w14:textId="77777777" w:rsidR="00082F83" w:rsidRDefault="00082F83">
      <w:r>
        <w:separator/>
      </w:r>
    </w:p>
  </w:footnote>
  <w:footnote w:type="continuationSeparator" w:id="0">
    <w:p w14:paraId="6268BD39" w14:textId="77777777" w:rsidR="00082F83" w:rsidRDefault="00082F83">
      <w:r>
        <w:continuationSeparator/>
      </w:r>
    </w:p>
  </w:footnote>
  <w:footnote w:type="continuationNotice" w:id="1">
    <w:p w14:paraId="3A5C1BD5" w14:textId="77777777" w:rsidR="00082F83" w:rsidRDefault="00082F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EDC69" w14:textId="77777777" w:rsidR="00AA667D" w:rsidRDefault="00AA66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78CB2AEC" w:rsidR="00B15A2A" w:rsidRDefault="00714936" w:rsidP="00B15A2A">
    <w:pPr>
      <w:pStyle w:val="Kopfzeile"/>
      <w:spacing w:after="60"/>
      <w:rPr>
        <w:rFonts w:ascii="Arial" w:hAnsi="Arial" w:cs="Arial"/>
        <w:b/>
        <w:bCs/>
        <w:i/>
        <w:iCs/>
        <w:spacing w:val="40"/>
        <w:sz w:val="32"/>
        <w:lang w:val="en-GB"/>
      </w:rPr>
    </w:pPr>
    <w:r>
      <w:rPr>
        <w:noProof/>
      </w:rPr>
      <w:drawing>
        <wp:anchor distT="0" distB="0" distL="114300" distR="114300" simplePos="0" relativeHeight="251660800" behindDoc="0" locked="0" layoutInCell="1" allowOverlap="1" wp14:anchorId="36EC6DF2" wp14:editId="50AC1EE0">
          <wp:simplePos x="0" y="0"/>
          <wp:positionH relativeFrom="column">
            <wp:posOffset>2638425</wp:posOffset>
          </wp:positionH>
          <wp:positionV relativeFrom="paragraph">
            <wp:posOffset>-292100</wp:posOffset>
          </wp:positionV>
          <wp:extent cx="2612991" cy="80929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612991" cy="809297"/>
                  </a:xfrm>
                  <a:prstGeom prst="rect">
                    <a:avLst/>
                  </a:prstGeom>
                </pic:spPr>
              </pic:pic>
            </a:graphicData>
          </a:graphic>
          <wp14:sizeRelH relativeFrom="margin">
            <wp14:pctWidth>0</wp14:pctWidth>
          </wp14:sizeRelH>
          <wp14:sizeRelV relativeFrom="margin">
            <wp14:pctHeight>0</wp14:pctHeight>
          </wp14:sizeRelV>
        </wp:anchor>
      </w:drawing>
    </w:r>
    <w:r w:rsidR="00B051E4">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Presse-Information</w:t>
    </w:r>
  </w:p>
  <w:p w14:paraId="306EDECD" w14:textId="5BAC0241" w:rsidR="00AA667D" w:rsidRPr="00B15A2A" w:rsidRDefault="00AA667D" w:rsidP="00AA667D">
    <w:pPr>
      <w:pStyle w:val="Kopfzeile"/>
    </w:pPr>
    <w:proofErr w:type="spellStart"/>
    <w:r>
      <w:rPr>
        <w:rFonts w:ascii="Arial" w:hAnsi="Arial" w:cs="Arial"/>
        <w:sz w:val="22"/>
        <w:lang w:val="en-GB"/>
      </w:rPr>
      <w:t>Weidmüller</w:t>
    </w:r>
    <w:proofErr w:type="spellEnd"/>
    <w:r>
      <w:rPr>
        <w:rFonts w:ascii="Arial" w:hAnsi="Arial" w:cs="Arial"/>
        <w:sz w:val="22"/>
        <w:lang w:val="en-GB"/>
      </w:rPr>
      <w:t xml:space="preserve"> / Eplan</w:t>
    </w:r>
  </w:p>
  <w:p w14:paraId="6ED76353" w14:textId="33F5D3CD" w:rsidR="006C62FE" w:rsidRDefault="00B15A2A" w:rsidP="00714936">
    <w:pPr>
      <w:pStyle w:val="Kopfzeile"/>
      <w:tabs>
        <w:tab w:val="clear" w:pos="4536"/>
        <w:tab w:val="clear" w:pos="9072"/>
        <w:tab w:val="left" w:pos="2700"/>
        <w:tab w:val="left" w:pos="7964"/>
      </w:tabs>
    </w:pPr>
    <w:r>
      <w:rPr>
        <w:rFonts w:ascii="Arial" w:hAnsi="Arial" w:cs="Arial"/>
        <w:sz w:val="22"/>
        <w:lang w:val="en-GB"/>
      </w:rPr>
      <w:tab/>
    </w:r>
    <w:r w:rsidR="00714936">
      <w:rPr>
        <w:rFonts w:ascii="Arial" w:hAnsi="Arial" w:cs="Arial"/>
        <w:sz w:val="22"/>
        <w:lang w:val="en-GB"/>
      </w:rPr>
      <w:tab/>
    </w:r>
  </w:p>
  <w:p w14:paraId="580A50F3" w14:textId="77777777" w:rsidR="006C62FE" w:rsidRDefault="006C62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5E63BD1C" w:rsidR="00B15A2A" w:rsidRDefault="00F5729E" w:rsidP="00B15A2A">
    <w:pPr>
      <w:pStyle w:val="Kopfzeile"/>
      <w:spacing w:after="60"/>
      <w:rPr>
        <w:rFonts w:ascii="Arial" w:hAnsi="Arial" w:cs="Arial"/>
        <w:b/>
        <w:bCs/>
        <w:i/>
        <w:iCs/>
        <w:spacing w:val="40"/>
        <w:sz w:val="32"/>
        <w:lang w:val="en-GB"/>
      </w:rPr>
    </w:pPr>
    <w:r>
      <w:rPr>
        <w:noProof/>
      </w:rPr>
      <w:drawing>
        <wp:anchor distT="0" distB="0" distL="114300" distR="114300" simplePos="0" relativeHeight="251658752" behindDoc="0" locked="0" layoutInCell="1" allowOverlap="1" wp14:anchorId="01F30428" wp14:editId="01D1883A">
          <wp:simplePos x="0" y="0"/>
          <wp:positionH relativeFrom="column">
            <wp:posOffset>2587380</wp:posOffset>
          </wp:positionH>
          <wp:positionV relativeFrom="paragraph">
            <wp:posOffset>-200047</wp:posOffset>
          </wp:positionV>
          <wp:extent cx="2612991" cy="809297"/>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612991" cy="809297"/>
                  </a:xfrm>
                  <a:prstGeom prst="rect">
                    <a:avLst/>
                  </a:prstGeom>
                </pic:spPr>
              </pic:pic>
            </a:graphicData>
          </a:graphic>
          <wp14:sizeRelH relativeFrom="margin">
            <wp14:pctWidth>0</wp14:pctWidth>
          </wp14:sizeRelH>
          <wp14:sizeRelV relativeFrom="margin">
            <wp14:pctHeight>0</wp14:pctHeight>
          </wp14:sizeRelV>
        </wp:anchor>
      </w:drawing>
    </w:r>
    <w:r w:rsidR="00B051E4"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6704" behindDoc="0" locked="0" layoutInCell="1" allowOverlap="1" wp14:anchorId="3476E004" wp14:editId="7E88E3C8">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67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Presse-Information</w:t>
    </w:r>
  </w:p>
  <w:p w14:paraId="2DDBA1F3" w14:textId="0B77DC1C" w:rsidR="006C62FE" w:rsidRPr="00B15A2A" w:rsidRDefault="00C0037C" w:rsidP="00B15A2A">
    <w:pPr>
      <w:pStyle w:val="Kopfzeile"/>
    </w:pPr>
    <w:proofErr w:type="spellStart"/>
    <w:r>
      <w:rPr>
        <w:rFonts w:ascii="Arial" w:hAnsi="Arial" w:cs="Arial"/>
        <w:sz w:val="22"/>
        <w:lang w:val="en-GB"/>
      </w:rPr>
      <w:t>Weidmüller</w:t>
    </w:r>
    <w:proofErr w:type="spellEnd"/>
    <w:r>
      <w:rPr>
        <w:rFonts w:ascii="Arial" w:hAnsi="Arial" w:cs="Arial"/>
        <w:sz w:val="22"/>
        <w:lang w:val="en-GB"/>
      </w:rPr>
      <w:t xml:space="preserve"> / 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1"/>
  </w:num>
  <w:num w:numId="3" w16cid:durableId="674922345">
    <w:abstractNumId w:val="5"/>
  </w:num>
  <w:num w:numId="4" w16cid:durableId="599724393">
    <w:abstractNumId w:val="1"/>
  </w:num>
  <w:num w:numId="5" w16cid:durableId="1127358762">
    <w:abstractNumId w:val="8"/>
  </w:num>
  <w:num w:numId="6" w16cid:durableId="853959302">
    <w:abstractNumId w:val="10"/>
  </w:num>
  <w:num w:numId="7" w16cid:durableId="2078744771">
    <w:abstractNumId w:val="0"/>
  </w:num>
  <w:num w:numId="8" w16cid:durableId="1093208203">
    <w:abstractNumId w:val="2"/>
  </w:num>
  <w:num w:numId="9" w16cid:durableId="2135824865">
    <w:abstractNumId w:val="4"/>
  </w:num>
  <w:num w:numId="10" w16cid:durableId="1828132775">
    <w:abstractNumId w:val="9"/>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986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5DBA"/>
    <w:rsid w:val="000065BA"/>
    <w:rsid w:val="00007487"/>
    <w:rsid w:val="0000782E"/>
    <w:rsid w:val="000128AC"/>
    <w:rsid w:val="00014EEA"/>
    <w:rsid w:val="00015394"/>
    <w:rsid w:val="00020D7E"/>
    <w:rsid w:val="00023190"/>
    <w:rsid w:val="00023DD1"/>
    <w:rsid w:val="00026458"/>
    <w:rsid w:val="00031D3B"/>
    <w:rsid w:val="00034005"/>
    <w:rsid w:val="000345DD"/>
    <w:rsid w:val="00035F0D"/>
    <w:rsid w:val="00040441"/>
    <w:rsid w:val="0004255D"/>
    <w:rsid w:val="00042AC8"/>
    <w:rsid w:val="00042D71"/>
    <w:rsid w:val="0004433C"/>
    <w:rsid w:val="0004459B"/>
    <w:rsid w:val="000461B6"/>
    <w:rsid w:val="00046997"/>
    <w:rsid w:val="000541A3"/>
    <w:rsid w:val="00056277"/>
    <w:rsid w:val="000564E7"/>
    <w:rsid w:val="000608FB"/>
    <w:rsid w:val="00060AC1"/>
    <w:rsid w:val="000625AE"/>
    <w:rsid w:val="00063DF8"/>
    <w:rsid w:val="00070452"/>
    <w:rsid w:val="000717ED"/>
    <w:rsid w:val="00071E2C"/>
    <w:rsid w:val="00074175"/>
    <w:rsid w:val="00082F83"/>
    <w:rsid w:val="00090B0B"/>
    <w:rsid w:val="00091A11"/>
    <w:rsid w:val="00093673"/>
    <w:rsid w:val="00094C54"/>
    <w:rsid w:val="000972C3"/>
    <w:rsid w:val="00097A9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D2D33"/>
    <w:rsid w:val="000D3A20"/>
    <w:rsid w:val="000D6574"/>
    <w:rsid w:val="000D7AA5"/>
    <w:rsid w:val="000E149B"/>
    <w:rsid w:val="000E27DD"/>
    <w:rsid w:val="000E2ED1"/>
    <w:rsid w:val="000E40DE"/>
    <w:rsid w:val="000E449F"/>
    <w:rsid w:val="000E5BA7"/>
    <w:rsid w:val="000E7B68"/>
    <w:rsid w:val="000E7F63"/>
    <w:rsid w:val="000F1806"/>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37055"/>
    <w:rsid w:val="00140536"/>
    <w:rsid w:val="0014234B"/>
    <w:rsid w:val="001423C6"/>
    <w:rsid w:val="001423F9"/>
    <w:rsid w:val="001439E2"/>
    <w:rsid w:val="00147706"/>
    <w:rsid w:val="00150689"/>
    <w:rsid w:val="00154186"/>
    <w:rsid w:val="00155A03"/>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906E3"/>
    <w:rsid w:val="00194551"/>
    <w:rsid w:val="00195E41"/>
    <w:rsid w:val="00196BAD"/>
    <w:rsid w:val="00197AA7"/>
    <w:rsid w:val="001A1D57"/>
    <w:rsid w:val="001A2749"/>
    <w:rsid w:val="001B0ACF"/>
    <w:rsid w:val="001B107A"/>
    <w:rsid w:val="001B6282"/>
    <w:rsid w:val="001C0D49"/>
    <w:rsid w:val="001C35DB"/>
    <w:rsid w:val="001C408A"/>
    <w:rsid w:val="001D2DE0"/>
    <w:rsid w:val="001D2E3D"/>
    <w:rsid w:val="001D3842"/>
    <w:rsid w:val="001D47A3"/>
    <w:rsid w:val="001D6FD0"/>
    <w:rsid w:val="001E4E05"/>
    <w:rsid w:val="001E5637"/>
    <w:rsid w:val="001E689C"/>
    <w:rsid w:val="001F036E"/>
    <w:rsid w:val="001F40E8"/>
    <w:rsid w:val="001F65FE"/>
    <w:rsid w:val="001F77B2"/>
    <w:rsid w:val="0020293C"/>
    <w:rsid w:val="0020315E"/>
    <w:rsid w:val="002039C6"/>
    <w:rsid w:val="00204CE8"/>
    <w:rsid w:val="00206819"/>
    <w:rsid w:val="00207809"/>
    <w:rsid w:val="0021276F"/>
    <w:rsid w:val="0021476B"/>
    <w:rsid w:val="00220536"/>
    <w:rsid w:val="00220D64"/>
    <w:rsid w:val="0022425E"/>
    <w:rsid w:val="002243FD"/>
    <w:rsid w:val="002268F8"/>
    <w:rsid w:val="00226C93"/>
    <w:rsid w:val="00227CF5"/>
    <w:rsid w:val="002338B3"/>
    <w:rsid w:val="00234655"/>
    <w:rsid w:val="002404C4"/>
    <w:rsid w:val="0024095D"/>
    <w:rsid w:val="00242BE3"/>
    <w:rsid w:val="00246D94"/>
    <w:rsid w:val="00246D9B"/>
    <w:rsid w:val="00246E39"/>
    <w:rsid w:val="00247086"/>
    <w:rsid w:val="00247508"/>
    <w:rsid w:val="00247F15"/>
    <w:rsid w:val="002516FB"/>
    <w:rsid w:val="002522B5"/>
    <w:rsid w:val="002542B9"/>
    <w:rsid w:val="00254A79"/>
    <w:rsid w:val="00254E0A"/>
    <w:rsid w:val="0025543E"/>
    <w:rsid w:val="0025580D"/>
    <w:rsid w:val="00257B85"/>
    <w:rsid w:val="00261532"/>
    <w:rsid w:val="00262125"/>
    <w:rsid w:val="0026245F"/>
    <w:rsid w:val="00264368"/>
    <w:rsid w:val="00264F64"/>
    <w:rsid w:val="00265267"/>
    <w:rsid w:val="00265F26"/>
    <w:rsid w:val="0027036B"/>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0EE6"/>
    <w:rsid w:val="002A170C"/>
    <w:rsid w:val="002A3A8D"/>
    <w:rsid w:val="002A7BAB"/>
    <w:rsid w:val="002B337D"/>
    <w:rsid w:val="002B4D00"/>
    <w:rsid w:val="002C1431"/>
    <w:rsid w:val="002C4118"/>
    <w:rsid w:val="002C47FA"/>
    <w:rsid w:val="002C4C83"/>
    <w:rsid w:val="002C51AB"/>
    <w:rsid w:val="002C6C10"/>
    <w:rsid w:val="002D1438"/>
    <w:rsid w:val="002D3978"/>
    <w:rsid w:val="002D3D9B"/>
    <w:rsid w:val="002E1C53"/>
    <w:rsid w:val="002E39E4"/>
    <w:rsid w:val="002E5DE2"/>
    <w:rsid w:val="002E60AA"/>
    <w:rsid w:val="002E6815"/>
    <w:rsid w:val="002E75C2"/>
    <w:rsid w:val="00311B7E"/>
    <w:rsid w:val="00313D2E"/>
    <w:rsid w:val="0031423A"/>
    <w:rsid w:val="003159DA"/>
    <w:rsid w:val="00317528"/>
    <w:rsid w:val="003224C7"/>
    <w:rsid w:val="00323DD1"/>
    <w:rsid w:val="00324B5A"/>
    <w:rsid w:val="0032582B"/>
    <w:rsid w:val="003275D8"/>
    <w:rsid w:val="00330FDF"/>
    <w:rsid w:val="003340C0"/>
    <w:rsid w:val="003353B9"/>
    <w:rsid w:val="003363B6"/>
    <w:rsid w:val="00340061"/>
    <w:rsid w:val="003416C6"/>
    <w:rsid w:val="003427CD"/>
    <w:rsid w:val="0034744C"/>
    <w:rsid w:val="0035170A"/>
    <w:rsid w:val="003553F1"/>
    <w:rsid w:val="00361213"/>
    <w:rsid w:val="00363574"/>
    <w:rsid w:val="00365CB8"/>
    <w:rsid w:val="00371B53"/>
    <w:rsid w:val="00372EA4"/>
    <w:rsid w:val="00374B1B"/>
    <w:rsid w:val="00374FC1"/>
    <w:rsid w:val="0037533B"/>
    <w:rsid w:val="003757E5"/>
    <w:rsid w:val="00381065"/>
    <w:rsid w:val="00381F3A"/>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A6C5A"/>
    <w:rsid w:val="003B29DC"/>
    <w:rsid w:val="003B3B23"/>
    <w:rsid w:val="003B50D5"/>
    <w:rsid w:val="003B6F03"/>
    <w:rsid w:val="003B7F8E"/>
    <w:rsid w:val="003C0A52"/>
    <w:rsid w:val="003C13B4"/>
    <w:rsid w:val="003C5664"/>
    <w:rsid w:val="003D11CB"/>
    <w:rsid w:val="003D38C6"/>
    <w:rsid w:val="003D3ABA"/>
    <w:rsid w:val="003D7F19"/>
    <w:rsid w:val="003E0BE9"/>
    <w:rsid w:val="003E1006"/>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035F"/>
    <w:rsid w:val="00444CF2"/>
    <w:rsid w:val="00444E8D"/>
    <w:rsid w:val="004518FF"/>
    <w:rsid w:val="00452F84"/>
    <w:rsid w:val="00454FE2"/>
    <w:rsid w:val="004574B4"/>
    <w:rsid w:val="00460C9D"/>
    <w:rsid w:val="00460FA4"/>
    <w:rsid w:val="00462C65"/>
    <w:rsid w:val="00463A07"/>
    <w:rsid w:val="00465716"/>
    <w:rsid w:val="0046663A"/>
    <w:rsid w:val="004672F4"/>
    <w:rsid w:val="00475641"/>
    <w:rsid w:val="00476C65"/>
    <w:rsid w:val="00476E97"/>
    <w:rsid w:val="004828E6"/>
    <w:rsid w:val="0048546C"/>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D29F6"/>
    <w:rsid w:val="004E2C6F"/>
    <w:rsid w:val="004E41CF"/>
    <w:rsid w:val="004E645D"/>
    <w:rsid w:val="004E6C3C"/>
    <w:rsid w:val="004F170E"/>
    <w:rsid w:val="004F58FC"/>
    <w:rsid w:val="005079B8"/>
    <w:rsid w:val="005107EE"/>
    <w:rsid w:val="00510C80"/>
    <w:rsid w:val="00512631"/>
    <w:rsid w:val="005126D8"/>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107"/>
    <w:rsid w:val="005602F2"/>
    <w:rsid w:val="00560E09"/>
    <w:rsid w:val="0056272F"/>
    <w:rsid w:val="00563049"/>
    <w:rsid w:val="00563513"/>
    <w:rsid w:val="00563A37"/>
    <w:rsid w:val="00564C01"/>
    <w:rsid w:val="00567C7A"/>
    <w:rsid w:val="00571149"/>
    <w:rsid w:val="00571D51"/>
    <w:rsid w:val="00575162"/>
    <w:rsid w:val="00585786"/>
    <w:rsid w:val="0058737B"/>
    <w:rsid w:val="005902D7"/>
    <w:rsid w:val="005909E8"/>
    <w:rsid w:val="0059679C"/>
    <w:rsid w:val="005A1E00"/>
    <w:rsid w:val="005A3F01"/>
    <w:rsid w:val="005A4526"/>
    <w:rsid w:val="005A5084"/>
    <w:rsid w:val="005A6391"/>
    <w:rsid w:val="005A6D5B"/>
    <w:rsid w:val="005B1792"/>
    <w:rsid w:val="005B3E4E"/>
    <w:rsid w:val="005B57EA"/>
    <w:rsid w:val="005B6DCA"/>
    <w:rsid w:val="005C0BFB"/>
    <w:rsid w:val="005C3EA9"/>
    <w:rsid w:val="005C5669"/>
    <w:rsid w:val="005C6076"/>
    <w:rsid w:val="005D0646"/>
    <w:rsid w:val="005E19F4"/>
    <w:rsid w:val="005E4F9C"/>
    <w:rsid w:val="005E7760"/>
    <w:rsid w:val="005F5A3C"/>
    <w:rsid w:val="006019FB"/>
    <w:rsid w:val="00602184"/>
    <w:rsid w:val="00602AF2"/>
    <w:rsid w:val="00605D60"/>
    <w:rsid w:val="006140D7"/>
    <w:rsid w:val="00614949"/>
    <w:rsid w:val="0061781B"/>
    <w:rsid w:val="006220B8"/>
    <w:rsid w:val="00624C18"/>
    <w:rsid w:val="00624E51"/>
    <w:rsid w:val="00626A20"/>
    <w:rsid w:val="006276CF"/>
    <w:rsid w:val="00630763"/>
    <w:rsid w:val="006324B9"/>
    <w:rsid w:val="00632639"/>
    <w:rsid w:val="00637093"/>
    <w:rsid w:val="00640B69"/>
    <w:rsid w:val="00641199"/>
    <w:rsid w:val="00650E6B"/>
    <w:rsid w:val="00660E7B"/>
    <w:rsid w:val="00660EC3"/>
    <w:rsid w:val="0066299B"/>
    <w:rsid w:val="00664C20"/>
    <w:rsid w:val="00670E11"/>
    <w:rsid w:val="00672BA8"/>
    <w:rsid w:val="00677C79"/>
    <w:rsid w:val="006820AA"/>
    <w:rsid w:val="00683178"/>
    <w:rsid w:val="0068394E"/>
    <w:rsid w:val="006856DB"/>
    <w:rsid w:val="00694042"/>
    <w:rsid w:val="00694143"/>
    <w:rsid w:val="00696A1B"/>
    <w:rsid w:val="006A055A"/>
    <w:rsid w:val="006A35A2"/>
    <w:rsid w:val="006A6ED5"/>
    <w:rsid w:val="006B1AB1"/>
    <w:rsid w:val="006B2F95"/>
    <w:rsid w:val="006C0437"/>
    <w:rsid w:val="006C35E0"/>
    <w:rsid w:val="006C62FE"/>
    <w:rsid w:val="006C7143"/>
    <w:rsid w:val="006E0D1D"/>
    <w:rsid w:val="006E4DC7"/>
    <w:rsid w:val="006E65D1"/>
    <w:rsid w:val="006F117B"/>
    <w:rsid w:val="006F1C86"/>
    <w:rsid w:val="006F2CBF"/>
    <w:rsid w:val="006F3201"/>
    <w:rsid w:val="006F4351"/>
    <w:rsid w:val="007016CC"/>
    <w:rsid w:val="00705674"/>
    <w:rsid w:val="00712C40"/>
    <w:rsid w:val="00713B04"/>
    <w:rsid w:val="00714936"/>
    <w:rsid w:val="007174A4"/>
    <w:rsid w:val="007178AE"/>
    <w:rsid w:val="00720B04"/>
    <w:rsid w:val="0072130A"/>
    <w:rsid w:val="007214B9"/>
    <w:rsid w:val="00721589"/>
    <w:rsid w:val="00722A3B"/>
    <w:rsid w:val="00724F48"/>
    <w:rsid w:val="00727E59"/>
    <w:rsid w:val="00733F1B"/>
    <w:rsid w:val="007352B7"/>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675B9"/>
    <w:rsid w:val="00770FAE"/>
    <w:rsid w:val="00771F09"/>
    <w:rsid w:val="007728F1"/>
    <w:rsid w:val="00777FAD"/>
    <w:rsid w:val="00780BC9"/>
    <w:rsid w:val="0078163B"/>
    <w:rsid w:val="00783891"/>
    <w:rsid w:val="007854DE"/>
    <w:rsid w:val="007907FA"/>
    <w:rsid w:val="00792910"/>
    <w:rsid w:val="007934B4"/>
    <w:rsid w:val="00795C06"/>
    <w:rsid w:val="007A5DC3"/>
    <w:rsid w:val="007A7212"/>
    <w:rsid w:val="007A74B7"/>
    <w:rsid w:val="007B03EC"/>
    <w:rsid w:val="007B2B35"/>
    <w:rsid w:val="007B44E3"/>
    <w:rsid w:val="007B6425"/>
    <w:rsid w:val="007B75C6"/>
    <w:rsid w:val="007C13E8"/>
    <w:rsid w:val="007C4A7F"/>
    <w:rsid w:val="007C6B62"/>
    <w:rsid w:val="007C70D4"/>
    <w:rsid w:val="007C7B70"/>
    <w:rsid w:val="007C7D81"/>
    <w:rsid w:val="007D132D"/>
    <w:rsid w:val="007D1F8E"/>
    <w:rsid w:val="007D2457"/>
    <w:rsid w:val="007D2B8A"/>
    <w:rsid w:val="007D5C19"/>
    <w:rsid w:val="007D5CEC"/>
    <w:rsid w:val="007D6AD8"/>
    <w:rsid w:val="007D74CB"/>
    <w:rsid w:val="007E27D6"/>
    <w:rsid w:val="007F5531"/>
    <w:rsid w:val="00804CC9"/>
    <w:rsid w:val="00805FC6"/>
    <w:rsid w:val="00806DED"/>
    <w:rsid w:val="00806FF4"/>
    <w:rsid w:val="008079EF"/>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1718"/>
    <w:rsid w:val="008635D3"/>
    <w:rsid w:val="008641A9"/>
    <w:rsid w:val="008642E6"/>
    <w:rsid w:val="00864420"/>
    <w:rsid w:val="00864F98"/>
    <w:rsid w:val="00866668"/>
    <w:rsid w:val="0086717A"/>
    <w:rsid w:val="0087029E"/>
    <w:rsid w:val="00871843"/>
    <w:rsid w:val="0087220B"/>
    <w:rsid w:val="00873658"/>
    <w:rsid w:val="008750F4"/>
    <w:rsid w:val="008818E9"/>
    <w:rsid w:val="00882E5A"/>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5703"/>
    <w:rsid w:val="008D726D"/>
    <w:rsid w:val="008E0229"/>
    <w:rsid w:val="008E03DA"/>
    <w:rsid w:val="008E3ED5"/>
    <w:rsid w:val="008E4ABA"/>
    <w:rsid w:val="008E5E5D"/>
    <w:rsid w:val="008F1EC1"/>
    <w:rsid w:val="008F2F71"/>
    <w:rsid w:val="008F4E08"/>
    <w:rsid w:val="008F7113"/>
    <w:rsid w:val="00904599"/>
    <w:rsid w:val="009144CB"/>
    <w:rsid w:val="009150B1"/>
    <w:rsid w:val="00915E7B"/>
    <w:rsid w:val="00917510"/>
    <w:rsid w:val="00920497"/>
    <w:rsid w:val="009218CD"/>
    <w:rsid w:val="00922231"/>
    <w:rsid w:val="00923228"/>
    <w:rsid w:val="00923432"/>
    <w:rsid w:val="009407F1"/>
    <w:rsid w:val="00940BDB"/>
    <w:rsid w:val="00943F56"/>
    <w:rsid w:val="00944F70"/>
    <w:rsid w:val="009468ED"/>
    <w:rsid w:val="00946E77"/>
    <w:rsid w:val="00947D55"/>
    <w:rsid w:val="00950BEA"/>
    <w:rsid w:val="00951E19"/>
    <w:rsid w:val="00953CED"/>
    <w:rsid w:val="00956D56"/>
    <w:rsid w:val="009571C5"/>
    <w:rsid w:val="0096362D"/>
    <w:rsid w:val="0096663D"/>
    <w:rsid w:val="00966BF1"/>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94149"/>
    <w:rsid w:val="009A1EB6"/>
    <w:rsid w:val="009A4BC4"/>
    <w:rsid w:val="009A4FC5"/>
    <w:rsid w:val="009A5106"/>
    <w:rsid w:val="009A5321"/>
    <w:rsid w:val="009A6917"/>
    <w:rsid w:val="009C7690"/>
    <w:rsid w:val="009D29AD"/>
    <w:rsid w:val="009D58D0"/>
    <w:rsid w:val="009D66CF"/>
    <w:rsid w:val="009D6A47"/>
    <w:rsid w:val="009E12E5"/>
    <w:rsid w:val="009E2441"/>
    <w:rsid w:val="009E2947"/>
    <w:rsid w:val="009E2A80"/>
    <w:rsid w:val="009E3570"/>
    <w:rsid w:val="009E4177"/>
    <w:rsid w:val="009F254F"/>
    <w:rsid w:val="009F778E"/>
    <w:rsid w:val="00A025DC"/>
    <w:rsid w:val="00A05681"/>
    <w:rsid w:val="00A066B8"/>
    <w:rsid w:val="00A06CCF"/>
    <w:rsid w:val="00A06D03"/>
    <w:rsid w:val="00A1169D"/>
    <w:rsid w:val="00A11AFD"/>
    <w:rsid w:val="00A148F9"/>
    <w:rsid w:val="00A16074"/>
    <w:rsid w:val="00A2233C"/>
    <w:rsid w:val="00A22383"/>
    <w:rsid w:val="00A22537"/>
    <w:rsid w:val="00A23B36"/>
    <w:rsid w:val="00A24BE6"/>
    <w:rsid w:val="00A32CA7"/>
    <w:rsid w:val="00A35F74"/>
    <w:rsid w:val="00A40C07"/>
    <w:rsid w:val="00A41B71"/>
    <w:rsid w:val="00A46D1A"/>
    <w:rsid w:val="00A51A28"/>
    <w:rsid w:val="00A52FCC"/>
    <w:rsid w:val="00A56D26"/>
    <w:rsid w:val="00A5792E"/>
    <w:rsid w:val="00A613D4"/>
    <w:rsid w:val="00A6262D"/>
    <w:rsid w:val="00A644E0"/>
    <w:rsid w:val="00A667C6"/>
    <w:rsid w:val="00A66A14"/>
    <w:rsid w:val="00A674B8"/>
    <w:rsid w:val="00A67E9F"/>
    <w:rsid w:val="00A71B14"/>
    <w:rsid w:val="00A7650D"/>
    <w:rsid w:val="00A777FB"/>
    <w:rsid w:val="00A77831"/>
    <w:rsid w:val="00A81017"/>
    <w:rsid w:val="00A81100"/>
    <w:rsid w:val="00A8214C"/>
    <w:rsid w:val="00A83103"/>
    <w:rsid w:val="00A83CEE"/>
    <w:rsid w:val="00A845F7"/>
    <w:rsid w:val="00A86D0A"/>
    <w:rsid w:val="00A91001"/>
    <w:rsid w:val="00A91E8E"/>
    <w:rsid w:val="00A93B0E"/>
    <w:rsid w:val="00A94A29"/>
    <w:rsid w:val="00A94C9B"/>
    <w:rsid w:val="00AA01FD"/>
    <w:rsid w:val="00AA4318"/>
    <w:rsid w:val="00AA667D"/>
    <w:rsid w:val="00AA69AF"/>
    <w:rsid w:val="00AA7DA8"/>
    <w:rsid w:val="00AA7E4F"/>
    <w:rsid w:val="00AB0A7B"/>
    <w:rsid w:val="00AB10BB"/>
    <w:rsid w:val="00AB38C0"/>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CAAD"/>
    <w:rsid w:val="00AF155D"/>
    <w:rsid w:val="00AF2CCC"/>
    <w:rsid w:val="00AF389A"/>
    <w:rsid w:val="00AF39B8"/>
    <w:rsid w:val="00AF666C"/>
    <w:rsid w:val="00AF6A6D"/>
    <w:rsid w:val="00B001EF"/>
    <w:rsid w:val="00B00BE1"/>
    <w:rsid w:val="00B03EDB"/>
    <w:rsid w:val="00B04589"/>
    <w:rsid w:val="00B04BD6"/>
    <w:rsid w:val="00B05056"/>
    <w:rsid w:val="00B051E4"/>
    <w:rsid w:val="00B0539E"/>
    <w:rsid w:val="00B06248"/>
    <w:rsid w:val="00B06BE1"/>
    <w:rsid w:val="00B15264"/>
    <w:rsid w:val="00B15A2A"/>
    <w:rsid w:val="00B163AF"/>
    <w:rsid w:val="00B175B5"/>
    <w:rsid w:val="00B22639"/>
    <w:rsid w:val="00B246E0"/>
    <w:rsid w:val="00B263E4"/>
    <w:rsid w:val="00B30557"/>
    <w:rsid w:val="00B340A4"/>
    <w:rsid w:val="00B34EDD"/>
    <w:rsid w:val="00B37FA0"/>
    <w:rsid w:val="00B4278C"/>
    <w:rsid w:val="00B4541D"/>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3D03"/>
    <w:rsid w:val="00BB59D0"/>
    <w:rsid w:val="00BC23BC"/>
    <w:rsid w:val="00BC25E8"/>
    <w:rsid w:val="00BD194C"/>
    <w:rsid w:val="00BD2B02"/>
    <w:rsid w:val="00BE0185"/>
    <w:rsid w:val="00BE1AA0"/>
    <w:rsid w:val="00BE2E93"/>
    <w:rsid w:val="00BE6D74"/>
    <w:rsid w:val="00BF0A00"/>
    <w:rsid w:val="00BF238B"/>
    <w:rsid w:val="00BF2637"/>
    <w:rsid w:val="00BF3634"/>
    <w:rsid w:val="00BF683A"/>
    <w:rsid w:val="00C0037C"/>
    <w:rsid w:val="00C05E68"/>
    <w:rsid w:val="00C105C2"/>
    <w:rsid w:val="00C1358A"/>
    <w:rsid w:val="00C13F19"/>
    <w:rsid w:val="00C247E7"/>
    <w:rsid w:val="00C26134"/>
    <w:rsid w:val="00C30AA9"/>
    <w:rsid w:val="00C30CA2"/>
    <w:rsid w:val="00C37519"/>
    <w:rsid w:val="00C4051D"/>
    <w:rsid w:val="00C407A0"/>
    <w:rsid w:val="00C40C98"/>
    <w:rsid w:val="00C4429E"/>
    <w:rsid w:val="00C452EE"/>
    <w:rsid w:val="00C47898"/>
    <w:rsid w:val="00C51A25"/>
    <w:rsid w:val="00C51B31"/>
    <w:rsid w:val="00C51F23"/>
    <w:rsid w:val="00C52C27"/>
    <w:rsid w:val="00C534A9"/>
    <w:rsid w:val="00C534C1"/>
    <w:rsid w:val="00C548F3"/>
    <w:rsid w:val="00C63322"/>
    <w:rsid w:val="00C644A1"/>
    <w:rsid w:val="00C665B1"/>
    <w:rsid w:val="00C718D6"/>
    <w:rsid w:val="00C743B7"/>
    <w:rsid w:val="00C74748"/>
    <w:rsid w:val="00C82D1E"/>
    <w:rsid w:val="00C843C6"/>
    <w:rsid w:val="00C93402"/>
    <w:rsid w:val="00C93607"/>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A3E"/>
    <w:rsid w:val="00CC4D03"/>
    <w:rsid w:val="00CD0931"/>
    <w:rsid w:val="00CD0F35"/>
    <w:rsid w:val="00CD1D53"/>
    <w:rsid w:val="00CD218D"/>
    <w:rsid w:val="00CD3B4E"/>
    <w:rsid w:val="00CD60B3"/>
    <w:rsid w:val="00CD74B2"/>
    <w:rsid w:val="00CE273A"/>
    <w:rsid w:val="00CF0DCC"/>
    <w:rsid w:val="00CF11BA"/>
    <w:rsid w:val="00CF17E3"/>
    <w:rsid w:val="00CF22FD"/>
    <w:rsid w:val="00CF274B"/>
    <w:rsid w:val="00CF445C"/>
    <w:rsid w:val="00CF4DCC"/>
    <w:rsid w:val="00CF5898"/>
    <w:rsid w:val="00D02BF9"/>
    <w:rsid w:val="00D04771"/>
    <w:rsid w:val="00D05BF4"/>
    <w:rsid w:val="00D10215"/>
    <w:rsid w:val="00D11260"/>
    <w:rsid w:val="00D11834"/>
    <w:rsid w:val="00D128A2"/>
    <w:rsid w:val="00D151C6"/>
    <w:rsid w:val="00D15A52"/>
    <w:rsid w:val="00D15E8B"/>
    <w:rsid w:val="00D20FB5"/>
    <w:rsid w:val="00D213B9"/>
    <w:rsid w:val="00D2359D"/>
    <w:rsid w:val="00D24D7A"/>
    <w:rsid w:val="00D24E86"/>
    <w:rsid w:val="00D26775"/>
    <w:rsid w:val="00D30501"/>
    <w:rsid w:val="00D32D2A"/>
    <w:rsid w:val="00D34407"/>
    <w:rsid w:val="00D34514"/>
    <w:rsid w:val="00D35534"/>
    <w:rsid w:val="00D357E9"/>
    <w:rsid w:val="00D3660E"/>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7722A"/>
    <w:rsid w:val="00D81DD3"/>
    <w:rsid w:val="00D853D4"/>
    <w:rsid w:val="00D85CF1"/>
    <w:rsid w:val="00D85F11"/>
    <w:rsid w:val="00D87796"/>
    <w:rsid w:val="00D96F78"/>
    <w:rsid w:val="00DA212C"/>
    <w:rsid w:val="00DA2D0E"/>
    <w:rsid w:val="00DA3D62"/>
    <w:rsid w:val="00DA60B3"/>
    <w:rsid w:val="00DA7562"/>
    <w:rsid w:val="00DB1534"/>
    <w:rsid w:val="00DB371A"/>
    <w:rsid w:val="00DB4A3E"/>
    <w:rsid w:val="00DB7703"/>
    <w:rsid w:val="00DC18F0"/>
    <w:rsid w:val="00DC3BBD"/>
    <w:rsid w:val="00DC3C54"/>
    <w:rsid w:val="00DC4214"/>
    <w:rsid w:val="00DC43A2"/>
    <w:rsid w:val="00DD65CF"/>
    <w:rsid w:val="00DD682B"/>
    <w:rsid w:val="00DE0BE6"/>
    <w:rsid w:val="00DE30AE"/>
    <w:rsid w:val="00DE46EF"/>
    <w:rsid w:val="00DF0861"/>
    <w:rsid w:val="00DF6BCC"/>
    <w:rsid w:val="00E00AB3"/>
    <w:rsid w:val="00E02CE8"/>
    <w:rsid w:val="00E030C0"/>
    <w:rsid w:val="00E0317E"/>
    <w:rsid w:val="00E0430C"/>
    <w:rsid w:val="00E065F6"/>
    <w:rsid w:val="00E06E56"/>
    <w:rsid w:val="00E07DEB"/>
    <w:rsid w:val="00E25389"/>
    <w:rsid w:val="00E26373"/>
    <w:rsid w:val="00E27317"/>
    <w:rsid w:val="00E343EC"/>
    <w:rsid w:val="00E357B0"/>
    <w:rsid w:val="00E41898"/>
    <w:rsid w:val="00E44CAB"/>
    <w:rsid w:val="00E50A05"/>
    <w:rsid w:val="00E527C5"/>
    <w:rsid w:val="00E60622"/>
    <w:rsid w:val="00E60746"/>
    <w:rsid w:val="00E67CAD"/>
    <w:rsid w:val="00E70339"/>
    <w:rsid w:val="00E704F7"/>
    <w:rsid w:val="00E71DFF"/>
    <w:rsid w:val="00E733A5"/>
    <w:rsid w:val="00E748A5"/>
    <w:rsid w:val="00E750BF"/>
    <w:rsid w:val="00E76232"/>
    <w:rsid w:val="00E76246"/>
    <w:rsid w:val="00E81FA9"/>
    <w:rsid w:val="00E84E26"/>
    <w:rsid w:val="00E8643F"/>
    <w:rsid w:val="00E87E4C"/>
    <w:rsid w:val="00E90B24"/>
    <w:rsid w:val="00E90F9D"/>
    <w:rsid w:val="00E91AC0"/>
    <w:rsid w:val="00E9203F"/>
    <w:rsid w:val="00E92142"/>
    <w:rsid w:val="00E95F16"/>
    <w:rsid w:val="00E96362"/>
    <w:rsid w:val="00EA0F51"/>
    <w:rsid w:val="00EA1210"/>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3D1A"/>
    <w:rsid w:val="00F0646A"/>
    <w:rsid w:val="00F06899"/>
    <w:rsid w:val="00F15F62"/>
    <w:rsid w:val="00F16A9D"/>
    <w:rsid w:val="00F17AD4"/>
    <w:rsid w:val="00F2407B"/>
    <w:rsid w:val="00F25A7C"/>
    <w:rsid w:val="00F25AA5"/>
    <w:rsid w:val="00F25DA5"/>
    <w:rsid w:val="00F3068F"/>
    <w:rsid w:val="00F368B5"/>
    <w:rsid w:val="00F36B70"/>
    <w:rsid w:val="00F37FFE"/>
    <w:rsid w:val="00F425CB"/>
    <w:rsid w:val="00F43CB1"/>
    <w:rsid w:val="00F44497"/>
    <w:rsid w:val="00F511AB"/>
    <w:rsid w:val="00F519ED"/>
    <w:rsid w:val="00F52250"/>
    <w:rsid w:val="00F54681"/>
    <w:rsid w:val="00F56B00"/>
    <w:rsid w:val="00F5729E"/>
    <w:rsid w:val="00F60A4A"/>
    <w:rsid w:val="00F61D70"/>
    <w:rsid w:val="00F645BC"/>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A7250"/>
    <w:rsid w:val="00FB0623"/>
    <w:rsid w:val="00FB38EE"/>
    <w:rsid w:val="00FB3D67"/>
    <w:rsid w:val="00FB484E"/>
    <w:rsid w:val="00FB4958"/>
    <w:rsid w:val="00FB4DA7"/>
    <w:rsid w:val="00FB68A4"/>
    <w:rsid w:val="00FC29CB"/>
    <w:rsid w:val="00FC7394"/>
    <w:rsid w:val="00FD4408"/>
    <w:rsid w:val="00FD63F0"/>
    <w:rsid w:val="00FD7163"/>
    <w:rsid w:val="00FD7A60"/>
    <w:rsid w:val="00FE1766"/>
    <w:rsid w:val="00FE670F"/>
    <w:rsid w:val="00FF07FC"/>
    <w:rsid w:val="00FF0BFD"/>
    <w:rsid w:val="00FF2B0C"/>
    <w:rsid w:val="00FF3432"/>
    <w:rsid w:val="00FF493F"/>
    <w:rsid w:val="01804E84"/>
    <w:rsid w:val="024F1DFE"/>
    <w:rsid w:val="031C1EE5"/>
    <w:rsid w:val="0435CDD2"/>
    <w:rsid w:val="05289C0E"/>
    <w:rsid w:val="05954391"/>
    <w:rsid w:val="05D19E33"/>
    <w:rsid w:val="072D85B2"/>
    <w:rsid w:val="07875D5E"/>
    <w:rsid w:val="078BF87A"/>
    <w:rsid w:val="086A03C0"/>
    <w:rsid w:val="094DFD52"/>
    <w:rsid w:val="0AA50F56"/>
    <w:rsid w:val="0AED84DD"/>
    <w:rsid w:val="0C610EA1"/>
    <w:rsid w:val="0CCC4C93"/>
    <w:rsid w:val="0F35211C"/>
    <w:rsid w:val="0F62C7BC"/>
    <w:rsid w:val="100E8C3C"/>
    <w:rsid w:val="1332E2F7"/>
    <w:rsid w:val="13A8DBFF"/>
    <w:rsid w:val="14AAE3B5"/>
    <w:rsid w:val="14B0B812"/>
    <w:rsid w:val="17A70875"/>
    <w:rsid w:val="1960E99A"/>
    <w:rsid w:val="1AC3093A"/>
    <w:rsid w:val="1AC99086"/>
    <w:rsid w:val="1B1C19C3"/>
    <w:rsid w:val="1BBB3B87"/>
    <w:rsid w:val="1C5EF107"/>
    <w:rsid w:val="1F5B06DD"/>
    <w:rsid w:val="1FE03AF9"/>
    <w:rsid w:val="204EB669"/>
    <w:rsid w:val="2132622A"/>
    <w:rsid w:val="21437465"/>
    <w:rsid w:val="21A6D85C"/>
    <w:rsid w:val="220C1A1B"/>
    <w:rsid w:val="264B622B"/>
    <w:rsid w:val="26576A6F"/>
    <w:rsid w:val="27544A19"/>
    <w:rsid w:val="280D6EC0"/>
    <w:rsid w:val="28820A14"/>
    <w:rsid w:val="2CA7A4EE"/>
    <w:rsid w:val="2CC79A7D"/>
    <w:rsid w:val="2EB45D98"/>
    <w:rsid w:val="2F49DD6A"/>
    <w:rsid w:val="2FA42A1A"/>
    <w:rsid w:val="319CAA12"/>
    <w:rsid w:val="330EABA6"/>
    <w:rsid w:val="331E3B5B"/>
    <w:rsid w:val="3324789A"/>
    <w:rsid w:val="3445E971"/>
    <w:rsid w:val="34B3C3BC"/>
    <w:rsid w:val="34C8D06D"/>
    <w:rsid w:val="387939B1"/>
    <w:rsid w:val="3B26A526"/>
    <w:rsid w:val="3BB0DA73"/>
    <w:rsid w:val="3BF98F18"/>
    <w:rsid w:val="3DFB0969"/>
    <w:rsid w:val="3E1F2B94"/>
    <w:rsid w:val="3F9E3026"/>
    <w:rsid w:val="3FB3011C"/>
    <w:rsid w:val="40F9355F"/>
    <w:rsid w:val="45AA45C1"/>
    <w:rsid w:val="4759C09F"/>
    <w:rsid w:val="498F73F4"/>
    <w:rsid w:val="4B73F82A"/>
    <w:rsid w:val="4C3EF836"/>
    <w:rsid w:val="4E276761"/>
    <w:rsid w:val="4E5912B0"/>
    <w:rsid w:val="4E9B00BF"/>
    <w:rsid w:val="4EC8D438"/>
    <w:rsid w:val="4F068C85"/>
    <w:rsid w:val="4F68BBFF"/>
    <w:rsid w:val="506361A0"/>
    <w:rsid w:val="514F50E0"/>
    <w:rsid w:val="51D7C828"/>
    <w:rsid w:val="52EDC208"/>
    <w:rsid w:val="53634D08"/>
    <w:rsid w:val="54345705"/>
    <w:rsid w:val="5519B1A9"/>
    <w:rsid w:val="561E29AD"/>
    <w:rsid w:val="57D7CCC8"/>
    <w:rsid w:val="591DFCF0"/>
    <w:rsid w:val="5A039869"/>
    <w:rsid w:val="5C8B8C2F"/>
    <w:rsid w:val="5E36EA94"/>
    <w:rsid w:val="61931B46"/>
    <w:rsid w:val="632EEBA7"/>
    <w:rsid w:val="64CABC08"/>
    <w:rsid w:val="66E57461"/>
    <w:rsid w:val="6A144E8F"/>
    <w:rsid w:val="6A6F9525"/>
    <w:rsid w:val="6ABC3DBD"/>
    <w:rsid w:val="6B24020C"/>
    <w:rsid w:val="6B508C36"/>
    <w:rsid w:val="6F833E61"/>
    <w:rsid w:val="700D6EAF"/>
    <w:rsid w:val="7032FFB2"/>
    <w:rsid w:val="751EFDC2"/>
    <w:rsid w:val="75B18434"/>
    <w:rsid w:val="7649C345"/>
    <w:rsid w:val="79DE8A73"/>
    <w:rsid w:val="7B058122"/>
    <w:rsid w:val="7FDA5F9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CFFBB621-6761-4ECE-85D0-BC1258F3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 w:type="paragraph" w:customStyle="1" w:styleId="Bodytext0">
    <w:name w:val="Bodytext"/>
    <w:qFormat/>
    <w:rsid w:val="00E00AB3"/>
    <w:pPr>
      <w:spacing w:line="360" w:lineRule="auto"/>
    </w:pPr>
    <w:rPr>
      <w:rFonts w:ascii="Arial" w:hAnsi="Arial"/>
      <w:sz w:val="22"/>
    </w:rPr>
  </w:style>
  <w:style w:type="character" w:customStyle="1" w:styleId="normaltextrun">
    <w:name w:val="normaltextrun"/>
    <w:basedOn w:val="Absatz-Standardschriftart"/>
    <w:rsid w:val="00A93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45589962">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10.jpg"/><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0.jpg"/><Relationship Id="rId2" Type="http://schemas.openxmlformats.org/officeDocument/2006/relationships/image" Target="media/image2.jp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customXml/itemProps4.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774</Words>
  <Characters>4877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Hannah Kathrine Weber</cp:lastModifiedBy>
  <cp:revision>6</cp:revision>
  <cp:lastPrinted>2021-01-07T11:41:00Z</cp:lastPrinted>
  <dcterms:created xsi:type="dcterms:W3CDTF">2023-04-14T14:05:00Z</dcterms:created>
  <dcterms:modified xsi:type="dcterms:W3CDTF">2023-04-19T08:51:00Z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